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F9B" w:rsidRPr="00013A53" w:rsidRDefault="00664F9B" w:rsidP="00062316">
      <w:pPr>
        <w:spacing w:line="480" w:lineRule="exact"/>
        <w:jc w:val="center"/>
        <w:rPr>
          <w:rFonts w:ascii="Times New Roman" w:eastAsia="標楷體" w:hAnsi="Times New Roman"/>
          <w:b/>
          <w:sz w:val="44"/>
          <w:szCs w:val="4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4pt;margin-top:6.9pt;width:48pt;height:27pt;z-index:251681280">
            <v:textbox>
              <w:txbxContent>
                <w:p w:rsidR="00664F9B" w:rsidRDefault="00664F9B">
                  <w:r>
                    <w:rPr>
                      <w:rFonts w:hint="eastAsia"/>
                    </w:rPr>
                    <w:t>附件</w:t>
                  </w:r>
                  <w:r>
                    <w:t>2</w:t>
                  </w:r>
                </w:p>
              </w:txbxContent>
            </v:textbox>
          </v:shape>
        </w:pict>
      </w:r>
      <w:r w:rsidRPr="00013A53">
        <w:rPr>
          <w:rFonts w:ascii="Times New Roman" w:eastAsia="標楷體" w:hAnsi="標楷體" w:hint="eastAsia"/>
          <w:b/>
          <w:sz w:val="44"/>
          <w:szCs w:val="44"/>
        </w:rPr>
        <w:t>「藍色公路微旅行」</w:t>
      </w:r>
      <w:r w:rsidRPr="00013A53">
        <w:rPr>
          <w:rFonts w:ascii="Times New Roman" w:eastAsia="標楷體" w:hAnsi="Times New Roman"/>
          <w:b/>
          <w:sz w:val="44"/>
          <w:szCs w:val="44"/>
        </w:rPr>
        <w:t>-</w:t>
      </w:r>
    </w:p>
    <w:p w:rsidR="00664F9B" w:rsidRPr="00013A53" w:rsidRDefault="00664F9B" w:rsidP="00062316">
      <w:pPr>
        <w:spacing w:line="480" w:lineRule="exact"/>
        <w:jc w:val="center"/>
        <w:rPr>
          <w:rFonts w:ascii="Times New Roman" w:eastAsia="標楷體" w:hAnsi="Times New Roman"/>
          <w:sz w:val="44"/>
          <w:szCs w:val="44"/>
        </w:rPr>
      </w:pPr>
      <w:r w:rsidRPr="00013A53">
        <w:rPr>
          <w:rFonts w:ascii="Times New Roman" w:eastAsia="標楷體" w:hAnsi="標楷體" w:hint="eastAsia"/>
          <w:b/>
          <w:sz w:val="44"/>
          <w:szCs w:val="44"/>
        </w:rPr>
        <w:t>臺北市藍色公路環境導覽實施計畫</w:t>
      </w:r>
    </w:p>
    <w:p w:rsidR="00664F9B" w:rsidRPr="00013A53" w:rsidRDefault="00664F9B" w:rsidP="009F31C7">
      <w:pPr>
        <w:pStyle w:val="ListParagraph"/>
        <w:numPr>
          <w:ilvl w:val="0"/>
          <w:numId w:val="1"/>
        </w:numPr>
        <w:spacing w:line="480" w:lineRule="exact"/>
        <w:ind w:leftChars="0"/>
        <w:rPr>
          <w:rFonts w:ascii="Times New Roman" w:eastAsia="標楷體" w:hAnsi="Times New Roman"/>
          <w:b/>
          <w:sz w:val="28"/>
          <w:szCs w:val="28"/>
        </w:rPr>
      </w:pPr>
      <w:r w:rsidRPr="00013A53">
        <w:rPr>
          <w:rFonts w:ascii="Times New Roman" w:eastAsia="標楷體" w:hAnsi="標楷體" w:hint="eastAsia"/>
          <w:b/>
          <w:sz w:val="28"/>
          <w:szCs w:val="28"/>
        </w:rPr>
        <w:t>計畫宗旨</w:t>
      </w:r>
    </w:p>
    <w:p w:rsidR="00664F9B" w:rsidRPr="00013A53" w:rsidRDefault="00664F9B" w:rsidP="009F31C7">
      <w:pPr>
        <w:spacing w:line="480" w:lineRule="exact"/>
        <w:ind w:firstLineChars="200" w:firstLine="560"/>
        <w:rPr>
          <w:rFonts w:ascii="Times New Roman" w:eastAsia="標楷體" w:hAnsi="Times New Roman"/>
          <w:sz w:val="28"/>
          <w:szCs w:val="28"/>
        </w:rPr>
      </w:pPr>
      <w:r w:rsidRPr="00013A53">
        <w:rPr>
          <w:rFonts w:ascii="Times New Roman" w:eastAsia="標楷體" w:hAnsi="標楷體" w:hint="eastAsia"/>
          <w:sz w:val="28"/>
          <w:szCs w:val="28"/>
        </w:rPr>
        <w:t>為增進民眾</w:t>
      </w:r>
      <w:r>
        <w:rPr>
          <w:rFonts w:ascii="Times New Roman" w:eastAsia="標楷體" w:hAnsi="標楷體" w:hint="eastAsia"/>
          <w:sz w:val="28"/>
          <w:szCs w:val="28"/>
        </w:rPr>
        <w:t>認識臺北市</w:t>
      </w:r>
      <w:r>
        <w:rPr>
          <w:rFonts w:ascii="Times New Roman" w:eastAsia="標楷體" w:hAnsi="標楷體"/>
          <w:sz w:val="28"/>
          <w:szCs w:val="28"/>
        </w:rPr>
        <w:t>(</w:t>
      </w:r>
      <w:r>
        <w:rPr>
          <w:rFonts w:ascii="Times New Roman" w:eastAsia="標楷體" w:hAnsi="標楷體" w:hint="eastAsia"/>
          <w:sz w:val="28"/>
          <w:szCs w:val="28"/>
        </w:rPr>
        <w:t>以下簡稱本市</w:t>
      </w:r>
      <w:r>
        <w:rPr>
          <w:rFonts w:ascii="Times New Roman" w:eastAsia="標楷體" w:hAnsi="標楷體"/>
          <w:sz w:val="28"/>
          <w:szCs w:val="28"/>
        </w:rPr>
        <w:t>)</w:t>
      </w:r>
      <w:r w:rsidRPr="00013A53">
        <w:rPr>
          <w:rFonts w:ascii="Times New Roman" w:eastAsia="標楷體" w:hAnsi="標楷體" w:hint="eastAsia"/>
          <w:sz w:val="28"/>
          <w:szCs w:val="28"/>
        </w:rPr>
        <w:t>河川及碼頭周邊歷史文化、自然及生態環境，期望透過藍色公路搭船遊河方式結合專業導覽講師解說，帶領民眾探訪本市河域（淡水河、基隆河）及各碼頭周邊環境（古蹟、生態公園、濕地及紅樹林沿岸等），達到「在遊程中學習」之寓教於樂效果。</w:t>
      </w:r>
    </w:p>
    <w:p w:rsidR="00664F9B" w:rsidRPr="00013A53" w:rsidRDefault="00664F9B" w:rsidP="009F31C7">
      <w:pPr>
        <w:pStyle w:val="ListParagraph"/>
        <w:numPr>
          <w:ilvl w:val="0"/>
          <w:numId w:val="1"/>
        </w:numPr>
        <w:spacing w:line="480" w:lineRule="exact"/>
        <w:ind w:leftChars="0"/>
        <w:rPr>
          <w:rFonts w:ascii="Times New Roman" w:eastAsia="標楷體" w:hAnsi="Times New Roman"/>
          <w:b/>
          <w:sz w:val="28"/>
          <w:szCs w:val="28"/>
        </w:rPr>
      </w:pPr>
      <w:r w:rsidRPr="00013A53">
        <w:rPr>
          <w:rFonts w:ascii="Times New Roman" w:eastAsia="標楷體" w:hAnsi="標楷體" w:hint="eastAsia"/>
          <w:b/>
          <w:sz w:val="28"/>
          <w:szCs w:val="28"/>
        </w:rPr>
        <w:t>辦理時間</w:t>
      </w:r>
    </w:p>
    <w:p w:rsidR="00664F9B" w:rsidRPr="00013A53" w:rsidRDefault="00664F9B" w:rsidP="009F31C7">
      <w:pPr>
        <w:pStyle w:val="ListParagraph"/>
        <w:spacing w:line="480" w:lineRule="exact"/>
        <w:ind w:leftChars="0" w:left="720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標楷體" w:hint="eastAsia"/>
          <w:sz w:val="28"/>
          <w:szCs w:val="28"/>
        </w:rPr>
        <w:t>即日</w:t>
      </w:r>
      <w:r w:rsidRPr="00013A53">
        <w:rPr>
          <w:rFonts w:ascii="Times New Roman" w:eastAsia="標楷體" w:hAnsi="標楷體" w:hint="eastAsia"/>
          <w:sz w:val="28"/>
          <w:szCs w:val="28"/>
        </w:rPr>
        <w:t>起至</w:t>
      </w:r>
      <w:r>
        <w:rPr>
          <w:rFonts w:ascii="Times New Roman" w:eastAsia="標楷體" w:hAnsi="Times New Roman"/>
          <w:sz w:val="28"/>
          <w:szCs w:val="28"/>
        </w:rPr>
        <w:t>103</w:t>
      </w:r>
      <w:r w:rsidRPr="00013A53">
        <w:rPr>
          <w:rFonts w:ascii="Times New Roman" w:eastAsia="標楷體" w:hAnsi="標楷體" w:hint="eastAsia"/>
          <w:sz w:val="28"/>
          <w:szCs w:val="28"/>
        </w:rPr>
        <w:t>年</w:t>
      </w:r>
      <w:r>
        <w:rPr>
          <w:rFonts w:ascii="Times New Roman" w:eastAsia="標楷體" w:hAnsi="Times New Roman"/>
          <w:sz w:val="28"/>
          <w:szCs w:val="28"/>
        </w:rPr>
        <w:t>12</w:t>
      </w:r>
      <w:r w:rsidRPr="00013A53">
        <w:rPr>
          <w:rFonts w:ascii="Times New Roman" w:eastAsia="標楷體" w:hAnsi="標楷體" w:hint="eastAsia"/>
          <w:sz w:val="28"/>
          <w:szCs w:val="28"/>
        </w:rPr>
        <w:t>月</w:t>
      </w:r>
      <w:r>
        <w:rPr>
          <w:rFonts w:ascii="Times New Roman" w:eastAsia="標楷體" w:hAnsi="Times New Roman"/>
          <w:sz w:val="28"/>
          <w:szCs w:val="28"/>
        </w:rPr>
        <w:t>31</w:t>
      </w:r>
      <w:r w:rsidRPr="00013A53">
        <w:rPr>
          <w:rFonts w:ascii="Times New Roman" w:eastAsia="標楷體" w:hAnsi="標楷體" w:hint="eastAsia"/>
          <w:sz w:val="28"/>
          <w:szCs w:val="28"/>
        </w:rPr>
        <w:t>日止</w:t>
      </w:r>
    </w:p>
    <w:p w:rsidR="00664F9B" w:rsidRPr="00013A53" w:rsidRDefault="00664F9B" w:rsidP="009F31C7">
      <w:pPr>
        <w:pStyle w:val="ListParagraph"/>
        <w:numPr>
          <w:ilvl w:val="0"/>
          <w:numId w:val="1"/>
        </w:numPr>
        <w:spacing w:line="480" w:lineRule="exact"/>
        <w:ind w:leftChars="0"/>
        <w:rPr>
          <w:rFonts w:ascii="Times New Roman" w:eastAsia="標楷體" w:hAnsi="Times New Roman"/>
          <w:b/>
          <w:sz w:val="28"/>
          <w:szCs w:val="28"/>
        </w:rPr>
      </w:pPr>
      <w:r w:rsidRPr="00013A53">
        <w:rPr>
          <w:rFonts w:ascii="Times New Roman" w:eastAsia="標楷體" w:hAnsi="標楷體" w:hint="eastAsia"/>
          <w:b/>
          <w:sz w:val="28"/>
          <w:szCs w:val="28"/>
        </w:rPr>
        <w:t>辦理地點</w:t>
      </w:r>
    </w:p>
    <w:p w:rsidR="00664F9B" w:rsidRPr="00013A53" w:rsidRDefault="00664F9B" w:rsidP="009F31C7">
      <w:pPr>
        <w:pStyle w:val="ListParagraph"/>
        <w:spacing w:line="480" w:lineRule="exact"/>
        <w:ind w:leftChars="0" w:left="720"/>
        <w:rPr>
          <w:rFonts w:ascii="Times New Roman" w:eastAsia="標楷體" w:hAnsi="Times New Roman"/>
          <w:sz w:val="28"/>
          <w:szCs w:val="28"/>
        </w:rPr>
      </w:pPr>
      <w:r w:rsidRPr="00013A53">
        <w:rPr>
          <w:rFonts w:ascii="Times New Roman" w:eastAsia="標楷體" w:hAnsi="標楷體" w:hint="eastAsia"/>
          <w:sz w:val="28"/>
          <w:szCs w:val="28"/>
        </w:rPr>
        <w:t>臺北市河域及碼頭周邊環境</w:t>
      </w:r>
    </w:p>
    <w:p w:rsidR="00664F9B" w:rsidRPr="00013A53" w:rsidRDefault="00664F9B" w:rsidP="009F31C7">
      <w:pPr>
        <w:pStyle w:val="ListParagraph"/>
        <w:numPr>
          <w:ilvl w:val="0"/>
          <w:numId w:val="1"/>
        </w:numPr>
        <w:spacing w:line="480" w:lineRule="exact"/>
        <w:ind w:leftChars="0"/>
        <w:rPr>
          <w:rFonts w:ascii="Times New Roman" w:eastAsia="標楷體" w:hAnsi="Times New Roman"/>
          <w:b/>
          <w:sz w:val="28"/>
          <w:szCs w:val="28"/>
        </w:rPr>
      </w:pPr>
      <w:r w:rsidRPr="00013A53">
        <w:rPr>
          <w:rFonts w:ascii="Times New Roman" w:eastAsia="標楷體" w:hAnsi="標楷體" w:hint="eastAsia"/>
          <w:b/>
          <w:sz w:val="28"/>
          <w:szCs w:val="28"/>
        </w:rPr>
        <w:t>主辦單位</w:t>
      </w:r>
    </w:p>
    <w:p w:rsidR="00664F9B" w:rsidRPr="00013A53" w:rsidRDefault="00664F9B" w:rsidP="00200B07">
      <w:pPr>
        <w:pStyle w:val="ListParagraph"/>
        <w:spacing w:line="480" w:lineRule="exact"/>
        <w:ind w:leftChars="0" w:left="720"/>
        <w:rPr>
          <w:rFonts w:ascii="Times New Roman" w:eastAsia="標楷體" w:hAnsi="Times New Roman"/>
          <w:sz w:val="28"/>
          <w:szCs w:val="28"/>
        </w:rPr>
      </w:pPr>
      <w:r w:rsidRPr="00013A53">
        <w:rPr>
          <w:rFonts w:ascii="Times New Roman" w:eastAsia="標楷體" w:hAnsi="標楷體" w:hint="eastAsia"/>
          <w:sz w:val="28"/>
          <w:szCs w:val="28"/>
        </w:rPr>
        <w:t>臺北市公共運輸處</w:t>
      </w:r>
      <w:r>
        <w:rPr>
          <w:rFonts w:ascii="Times New Roman" w:eastAsia="標楷體" w:hAnsi="標楷體"/>
          <w:sz w:val="28"/>
          <w:szCs w:val="28"/>
        </w:rPr>
        <w:t>(</w:t>
      </w:r>
      <w:r>
        <w:rPr>
          <w:rFonts w:ascii="Times New Roman" w:eastAsia="標楷體" w:hAnsi="標楷體" w:hint="eastAsia"/>
          <w:sz w:val="28"/>
          <w:szCs w:val="28"/>
        </w:rPr>
        <w:t>以下簡稱公運處</w:t>
      </w:r>
      <w:r>
        <w:rPr>
          <w:rFonts w:ascii="Times New Roman" w:eastAsia="標楷體" w:hAnsi="標楷體"/>
          <w:sz w:val="28"/>
          <w:szCs w:val="28"/>
        </w:rPr>
        <w:t>)</w:t>
      </w:r>
    </w:p>
    <w:p w:rsidR="00664F9B" w:rsidRPr="00013A53" w:rsidRDefault="00664F9B" w:rsidP="009F31C7">
      <w:pPr>
        <w:pStyle w:val="ListParagraph"/>
        <w:numPr>
          <w:ilvl w:val="0"/>
          <w:numId w:val="1"/>
        </w:numPr>
        <w:spacing w:line="480" w:lineRule="exact"/>
        <w:ind w:leftChars="0"/>
        <w:rPr>
          <w:rFonts w:ascii="Times New Roman" w:eastAsia="標楷體" w:hAnsi="Times New Roman"/>
          <w:b/>
          <w:sz w:val="28"/>
          <w:szCs w:val="28"/>
        </w:rPr>
      </w:pPr>
      <w:r w:rsidRPr="00013A53">
        <w:rPr>
          <w:rFonts w:ascii="Times New Roman" w:eastAsia="標楷體" w:hAnsi="標楷體" w:hint="eastAsia"/>
          <w:b/>
          <w:sz w:val="28"/>
          <w:szCs w:val="28"/>
        </w:rPr>
        <w:t>協辦單位</w:t>
      </w:r>
    </w:p>
    <w:p w:rsidR="00664F9B" w:rsidRPr="00013A53" w:rsidRDefault="00664F9B" w:rsidP="00700E1C">
      <w:pPr>
        <w:spacing w:line="480" w:lineRule="exact"/>
        <w:ind w:firstLineChars="200" w:firstLine="560"/>
        <w:rPr>
          <w:rFonts w:ascii="Times New Roman" w:eastAsia="標楷體" w:hAnsi="Times New Roman"/>
          <w:sz w:val="28"/>
          <w:szCs w:val="28"/>
        </w:rPr>
      </w:pPr>
      <w:r w:rsidRPr="00013A53">
        <w:rPr>
          <w:rFonts w:ascii="Times New Roman" w:eastAsia="標楷體" w:hAnsi="標楷體" w:hint="eastAsia"/>
          <w:sz w:val="28"/>
          <w:szCs w:val="28"/>
        </w:rPr>
        <w:t>臺北市政府觀光傳播局、</w:t>
      </w:r>
      <w:r>
        <w:rPr>
          <w:rFonts w:ascii="Times New Roman" w:eastAsia="標楷體" w:hAnsi="標楷體" w:hint="eastAsia"/>
          <w:sz w:val="28"/>
          <w:szCs w:val="28"/>
        </w:rPr>
        <w:t>臺北市政府教育局、</w:t>
      </w:r>
      <w:r w:rsidRPr="00013A53">
        <w:rPr>
          <w:rFonts w:ascii="Times New Roman" w:eastAsia="標楷體" w:hAnsi="標楷體" w:hint="eastAsia"/>
          <w:sz w:val="28"/>
          <w:szCs w:val="28"/>
        </w:rPr>
        <w:t>臺北市文獻委員會、中國航運股份有限公司</w:t>
      </w:r>
      <w:r>
        <w:rPr>
          <w:rFonts w:ascii="Times New Roman" w:eastAsia="標楷體" w:hAnsi="標楷體" w:hint="eastAsia"/>
          <w:sz w:val="28"/>
          <w:szCs w:val="28"/>
        </w:rPr>
        <w:t>、</w:t>
      </w:r>
      <w:r w:rsidRPr="00013A53">
        <w:rPr>
          <w:rFonts w:ascii="Times New Roman" w:eastAsia="標楷體" w:hAnsi="標楷體" w:hint="eastAsia"/>
          <w:sz w:val="28"/>
          <w:szCs w:val="28"/>
        </w:rPr>
        <w:t>台北航運股份有限公司</w:t>
      </w:r>
      <w:r>
        <w:rPr>
          <w:rFonts w:ascii="Times New Roman" w:eastAsia="標楷體" w:hAnsi="標楷體" w:hint="eastAsia"/>
          <w:sz w:val="28"/>
          <w:szCs w:val="28"/>
        </w:rPr>
        <w:t>、</w:t>
      </w:r>
      <w:r w:rsidRPr="00013A53">
        <w:rPr>
          <w:rFonts w:ascii="Times New Roman" w:eastAsia="標楷體" w:hAnsi="標楷體" w:hint="eastAsia"/>
          <w:sz w:val="28"/>
          <w:szCs w:val="28"/>
        </w:rPr>
        <w:t>好樂好股份有限公司</w:t>
      </w:r>
      <w:r>
        <w:rPr>
          <w:rFonts w:ascii="Times New Roman" w:eastAsia="標楷體" w:hAnsi="標楷體" w:hint="eastAsia"/>
          <w:sz w:val="28"/>
          <w:szCs w:val="28"/>
        </w:rPr>
        <w:t>、</w:t>
      </w:r>
      <w:r w:rsidRPr="00013A53">
        <w:rPr>
          <w:rFonts w:ascii="Times New Roman" w:eastAsia="標楷體" w:hAnsi="標楷體" w:hint="eastAsia"/>
          <w:sz w:val="28"/>
          <w:szCs w:val="28"/>
        </w:rPr>
        <w:t>長弘航業股份有限公司、海天遊艇育樂事業有限公司</w:t>
      </w:r>
      <w:r>
        <w:rPr>
          <w:rFonts w:ascii="Times New Roman" w:eastAsia="標楷體" w:hAnsi="標楷體" w:hint="eastAsia"/>
          <w:sz w:val="28"/>
          <w:szCs w:val="28"/>
        </w:rPr>
        <w:t>、</w:t>
      </w:r>
      <w:r w:rsidRPr="00013A53">
        <w:rPr>
          <w:rFonts w:ascii="Times New Roman" w:eastAsia="標楷體" w:hAnsi="標楷體" w:hint="eastAsia"/>
          <w:sz w:val="28"/>
          <w:szCs w:val="28"/>
        </w:rPr>
        <w:t>盈豐國際股份有限公司、</w:t>
      </w:r>
      <w:r>
        <w:rPr>
          <w:rFonts w:ascii="Times New Roman" w:eastAsia="標楷體" w:hAnsi="標楷體" w:hint="eastAsia"/>
          <w:sz w:val="28"/>
          <w:szCs w:val="28"/>
        </w:rPr>
        <w:t>順風航業股份有限公司。</w:t>
      </w:r>
    </w:p>
    <w:p w:rsidR="00664F9B" w:rsidRPr="00013A53" w:rsidRDefault="00664F9B" w:rsidP="009F31C7">
      <w:pPr>
        <w:pStyle w:val="ListParagraph"/>
        <w:numPr>
          <w:ilvl w:val="0"/>
          <w:numId w:val="1"/>
        </w:numPr>
        <w:spacing w:line="480" w:lineRule="exact"/>
        <w:ind w:leftChars="0"/>
        <w:rPr>
          <w:rFonts w:ascii="Times New Roman" w:eastAsia="標楷體" w:hAnsi="Times New Roman"/>
          <w:b/>
          <w:sz w:val="28"/>
          <w:szCs w:val="28"/>
        </w:rPr>
      </w:pPr>
      <w:r w:rsidRPr="00013A53">
        <w:rPr>
          <w:rFonts w:ascii="Times New Roman" w:eastAsia="標楷體" w:hAnsi="標楷體" w:hint="eastAsia"/>
          <w:b/>
          <w:sz w:val="28"/>
          <w:szCs w:val="28"/>
        </w:rPr>
        <w:t>計畫內容及參加對象</w:t>
      </w:r>
    </w:p>
    <w:p w:rsidR="00664F9B" w:rsidRPr="00013A53" w:rsidRDefault="00664F9B" w:rsidP="00EE2962">
      <w:pPr>
        <w:pStyle w:val="ListParagraph"/>
        <w:numPr>
          <w:ilvl w:val="0"/>
          <w:numId w:val="4"/>
        </w:numPr>
        <w:spacing w:line="480" w:lineRule="exact"/>
        <w:ind w:leftChars="0"/>
        <w:rPr>
          <w:rFonts w:ascii="Times New Roman" w:eastAsia="標楷體" w:hAnsi="Times New Roman"/>
          <w:b/>
          <w:sz w:val="28"/>
          <w:szCs w:val="28"/>
        </w:rPr>
      </w:pPr>
      <w:r w:rsidRPr="00013A53">
        <w:rPr>
          <w:rFonts w:ascii="Times New Roman" w:eastAsia="標楷體" w:hAnsi="標楷體" w:hint="eastAsia"/>
          <w:b/>
          <w:sz w:val="28"/>
          <w:szCs w:val="28"/>
        </w:rPr>
        <w:t>藍色公路結合周邊環境導覽之主題式套裝遊程（對象：一般民眾）</w:t>
      </w:r>
    </w:p>
    <w:p w:rsidR="00664F9B" w:rsidRPr="00223635" w:rsidRDefault="00664F9B" w:rsidP="00223635">
      <w:pPr>
        <w:spacing w:line="480" w:lineRule="exact"/>
        <w:ind w:firstLineChars="200" w:firstLine="560"/>
        <w:rPr>
          <w:rFonts w:ascii="Times New Roman" w:eastAsia="標楷體" w:hAnsi="標楷體"/>
          <w:sz w:val="28"/>
          <w:szCs w:val="28"/>
        </w:rPr>
      </w:pPr>
      <w:r w:rsidRPr="00013A53">
        <w:rPr>
          <w:rFonts w:ascii="Times New Roman" w:eastAsia="標楷體" w:hAnsi="標楷體" w:hint="eastAsia"/>
          <w:sz w:val="28"/>
          <w:szCs w:val="28"/>
        </w:rPr>
        <w:t>以既有藍色公路航程增加導覽服務，並結合周邊環境導覽之方式，設計一系列套裝遊程向民眾推廣（如附表），以吸引觀光團體、背包客及喜愛深度旅行之遊客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Pr="00013A53">
        <w:rPr>
          <w:rFonts w:ascii="Times New Roman" w:eastAsia="標楷體" w:hAnsi="Times New Roman"/>
          <w:sz w:val="28"/>
          <w:szCs w:val="28"/>
        </w:rPr>
        <w:t xml:space="preserve"> </w:t>
      </w:r>
    </w:p>
    <w:p w:rsidR="00664F9B" w:rsidRPr="00013A53" w:rsidRDefault="00664F9B" w:rsidP="005951B8">
      <w:pPr>
        <w:spacing w:line="480" w:lineRule="exact"/>
        <w:rPr>
          <w:rFonts w:ascii="Times New Roman" w:eastAsia="標楷體" w:hAnsi="Times New Roman"/>
          <w:sz w:val="28"/>
          <w:szCs w:val="28"/>
        </w:rPr>
      </w:pPr>
    </w:p>
    <w:p w:rsidR="00664F9B" w:rsidRPr="00013A53" w:rsidRDefault="00664F9B" w:rsidP="00107541">
      <w:pPr>
        <w:spacing w:line="480" w:lineRule="exact"/>
        <w:rPr>
          <w:rFonts w:ascii="Times New Roman" w:eastAsia="標楷體" w:hAnsi="Times New Roman"/>
          <w:sz w:val="28"/>
          <w:szCs w:val="28"/>
        </w:rPr>
      </w:pPr>
    </w:p>
    <w:p w:rsidR="00664F9B" w:rsidRPr="00013A53" w:rsidRDefault="00664F9B" w:rsidP="00062316">
      <w:pPr>
        <w:spacing w:line="480" w:lineRule="exact"/>
        <w:ind w:left="560"/>
        <w:rPr>
          <w:rFonts w:ascii="Times New Roman" w:eastAsia="標楷體" w:hAnsi="Times New Roman"/>
          <w:sz w:val="28"/>
          <w:szCs w:val="28"/>
        </w:rPr>
        <w:sectPr w:rsidR="00664F9B" w:rsidRPr="00013A53" w:rsidSect="00EB0A4D">
          <w:headerReference w:type="default" r:id="rId7"/>
          <w:pgSz w:w="11906" w:h="16838"/>
          <w:pgMar w:top="851" w:right="1797" w:bottom="1135" w:left="1797" w:header="851" w:footer="992" w:gutter="0"/>
          <w:cols w:space="425"/>
          <w:docGrid w:type="linesAndChars" w:linePitch="360"/>
        </w:sectPr>
      </w:pPr>
    </w:p>
    <w:p w:rsidR="00664F9B" w:rsidRPr="00013A53" w:rsidRDefault="00664F9B" w:rsidP="00107541">
      <w:pPr>
        <w:spacing w:line="480" w:lineRule="exact"/>
        <w:jc w:val="center"/>
        <w:rPr>
          <w:rFonts w:ascii="Times New Roman" w:eastAsia="標楷體" w:hAnsi="Times New Roman"/>
          <w:b/>
          <w:sz w:val="28"/>
          <w:szCs w:val="28"/>
        </w:rPr>
      </w:pPr>
      <w:r w:rsidRPr="00013A53">
        <w:rPr>
          <w:rFonts w:ascii="Times New Roman" w:eastAsia="標楷體" w:hAnsi="標楷體" w:hint="eastAsia"/>
          <w:b/>
          <w:sz w:val="28"/>
          <w:szCs w:val="28"/>
        </w:rPr>
        <w:t>表</w:t>
      </w:r>
      <w:r w:rsidRPr="00013A53">
        <w:rPr>
          <w:rFonts w:ascii="Times New Roman" w:eastAsia="標楷體" w:hAnsi="Times New Roman"/>
          <w:b/>
          <w:sz w:val="28"/>
          <w:szCs w:val="28"/>
        </w:rPr>
        <w:t xml:space="preserve">1  </w:t>
      </w:r>
      <w:r w:rsidRPr="00013A53">
        <w:rPr>
          <w:rFonts w:ascii="Times New Roman" w:eastAsia="標楷體" w:hAnsi="標楷體" w:hint="eastAsia"/>
          <w:b/>
          <w:sz w:val="28"/>
          <w:szCs w:val="28"/>
        </w:rPr>
        <w:t>藍色公路微旅行推薦主題式套裝遊程</w:t>
      </w:r>
    </w:p>
    <w:tbl>
      <w:tblPr>
        <w:tblW w:w="15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"/>
        <w:gridCol w:w="3264"/>
        <w:gridCol w:w="5953"/>
        <w:gridCol w:w="5902"/>
      </w:tblGrid>
      <w:tr w:rsidR="00664F9B" w:rsidRPr="00234DC3" w:rsidTr="00234DC3">
        <w:trPr>
          <w:trHeight w:val="125"/>
          <w:tblHeader/>
          <w:jc w:val="center"/>
        </w:trPr>
        <w:tc>
          <w:tcPr>
            <w:tcW w:w="417" w:type="dxa"/>
            <w:shd w:val="pct10" w:color="auto" w:fill="auto"/>
            <w:vAlign w:val="center"/>
          </w:tcPr>
          <w:p w:rsidR="00664F9B" w:rsidRPr="00234DC3" w:rsidRDefault="00664F9B" w:rsidP="00234DC3">
            <w:pPr>
              <w:spacing w:line="480" w:lineRule="exact"/>
              <w:jc w:val="center"/>
              <w:rPr>
                <w:rFonts w:ascii="Times New Roman" w:eastAsia="標楷體" w:hAnsi="Times New Roman"/>
                <w:b/>
                <w:sz w:val="20"/>
                <w:szCs w:val="20"/>
              </w:rPr>
            </w:pPr>
            <w:r w:rsidRPr="00234DC3">
              <w:rPr>
                <w:rFonts w:ascii="Times New Roman" w:eastAsia="標楷體" w:hAnsi="Times New Roman" w:hint="eastAsia"/>
                <w:b/>
                <w:sz w:val="20"/>
                <w:szCs w:val="20"/>
              </w:rPr>
              <w:t>項次</w:t>
            </w:r>
          </w:p>
        </w:tc>
        <w:tc>
          <w:tcPr>
            <w:tcW w:w="3264" w:type="dxa"/>
            <w:shd w:val="pct10" w:color="auto" w:fill="auto"/>
            <w:vAlign w:val="center"/>
          </w:tcPr>
          <w:p w:rsidR="00664F9B" w:rsidRPr="00234DC3" w:rsidRDefault="00664F9B" w:rsidP="00234DC3">
            <w:pPr>
              <w:spacing w:line="480" w:lineRule="exact"/>
              <w:jc w:val="center"/>
              <w:rPr>
                <w:rFonts w:ascii="Times New Roman" w:eastAsia="標楷體" w:hAnsi="Times New Roman"/>
                <w:b/>
                <w:sz w:val="20"/>
                <w:szCs w:val="20"/>
              </w:rPr>
            </w:pPr>
            <w:r w:rsidRPr="00234DC3">
              <w:rPr>
                <w:rFonts w:ascii="Times New Roman" w:eastAsia="標楷體" w:hAnsi="標楷體" w:hint="eastAsia"/>
                <w:b/>
                <w:sz w:val="20"/>
                <w:szCs w:val="20"/>
              </w:rPr>
              <w:t>推薦遊程</w:t>
            </w:r>
          </w:p>
        </w:tc>
        <w:tc>
          <w:tcPr>
            <w:tcW w:w="5953" w:type="dxa"/>
            <w:shd w:val="pct10" w:color="auto" w:fill="auto"/>
            <w:vAlign w:val="center"/>
          </w:tcPr>
          <w:p w:rsidR="00664F9B" w:rsidRPr="00234DC3" w:rsidRDefault="00664F9B" w:rsidP="00234DC3">
            <w:pPr>
              <w:spacing w:line="480" w:lineRule="exact"/>
              <w:jc w:val="center"/>
              <w:rPr>
                <w:rFonts w:ascii="Times New Roman" w:eastAsia="標楷體" w:hAnsi="Times New Roman"/>
                <w:b/>
                <w:sz w:val="20"/>
                <w:szCs w:val="20"/>
              </w:rPr>
            </w:pPr>
            <w:r w:rsidRPr="00234DC3">
              <w:rPr>
                <w:rFonts w:ascii="Times New Roman" w:eastAsia="標楷體" w:hAnsi="標楷體" w:hint="eastAsia"/>
                <w:b/>
                <w:sz w:val="20"/>
                <w:szCs w:val="20"/>
              </w:rPr>
              <w:t>遊程內容</w:t>
            </w:r>
          </w:p>
        </w:tc>
        <w:tc>
          <w:tcPr>
            <w:tcW w:w="5902" w:type="dxa"/>
            <w:shd w:val="pct10" w:color="auto" w:fill="auto"/>
            <w:vAlign w:val="center"/>
          </w:tcPr>
          <w:p w:rsidR="00664F9B" w:rsidRPr="00234DC3" w:rsidRDefault="00664F9B" w:rsidP="00234DC3">
            <w:pPr>
              <w:spacing w:line="480" w:lineRule="exact"/>
              <w:jc w:val="center"/>
              <w:rPr>
                <w:rFonts w:ascii="Times New Roman" w:eastAsia="標楷體" w:hAnsi="Times New Roman"/>
                <w:b/>
                <w:color w:val="FF0000"/>
                <w:sz w:val="20"/>
                <w:szCs w:val="20"/>
              </w:rPr>
            </w:pPr>
            <w:r w:rsidRPr="00234DC3">
              <w:rPr>
                <w:rFonts w:ascii="Times New Roman" w:eastAsia="標楷體" w:hAnsi="標楷體" w:hint="eastAsia"/>
                <w:b/>
                <w:sz w:val="20"/>
                <w:szCs w:val="20"/>
              </w:rPr>
              <w:t>導覽重點</w:t>
            </w:r>
          </w:p>
        </w:tc>
      </w:tr>
      <w:tr w:rsidR="00664F9B" w:rsidRPr="00234DC3" w:rsidTr="00234DC3">
        <w:trPr>
          <w:trHeight w:val="492"/>
          <w:jc w:val="center"/>
        </w:trPr>
        <w:tc>
          <w:tcPr>
            <w:tcW w:w="417" w:type="dxa"/>
            <w:vMerge w:val="restart"/>
            <w:vAlign w:val="center"/>
          </w:tcPr>
          <w:p w:rsidR="00664F9B" w:rsidRPr="00234DC3" w:rsidRDefault="00664F9B" w:rsidP="00234DC3">
            <w:pPr>
              <w:spacing w:line="480" w:lineRule="exac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234DC3">
              <w:rPr>
                <w:rFonts w:ascii="Times New Roman" w:eastAsia="標楷體" w:hAnsi="Times New Roman"/>
                <w:b/>
                <w:szCs w:val="24"/>
              </w:rPr>
              <w:t>1</w:t>
            </w:r>
          </w:p>
        </w:tc>
        <w:tc>
          <w:tcPr>
            <w:tcW w:w="3264" w:type="dxa"/>
            <w:vMerge w:val="restart"/>
            <w:vAlign w:val="center"/>
          </w:tcPr>
          <w:p w:rsidR="00664F9B" w:rsidRPr="00234DC3" w:rsidRDefault="00664F9B" w:rsidP="00910F28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234DC3">
              <w:rPr>
                <w:rFonts w:ascii="Times New Roman" w:eastAsia="標楷體" w:hAnsi="標楷體" w:hint="eastAsia"/>
                <w:b/>
                <w:szCs w:val="24"/>
              </w:rPr>
              <w:t>大稻埕遊河</w:t>
            </w:r>
            <w:r w:rsidRPr="00234DC3">
              <w:rPr>
                <w:rFonts w:ascii="Times New Roman" w:eastAsia="標楷體" w:hAnsi="Times New Roman"/>
                <w:b/>
                <w:szCs w:val="24"/>
              </w:rPr>
              <w:t xml:space="preserve"> + </w:t>
            </w:r>
            <w:r w:rsidRPr="00234DC3">
              <w:rPr>
                <w:rFonts w:ascii="Times New Roman" w:eastAsia="標楷體" w:hAnsi="標楷體" w:hint="eastAsia"/>
                <w:b/>
                <w:szCs w:val="24"/>
              </w:rPr>
              <w:t>大稻埕周邊古蹟導覽</w:t>
            </w:r>
            <w:r w:rsidRPr="00234DC3">
              <w:rPr>
                <w:rFonts w:ascii="Times New Roman" w:eastAsia="標楷體" w:hAnsi="Times New Roman"/>
                <w:b/>
                <w:szCs w:val="24"/>
              </w:rPr>
              <w:t xml:space="preserve"> </w:t>
            </w:r>
          </w:p>
        </w:tc>
        <w:tc>
          <w:tcPr>
            <w:tcW w:w="5953" w:type="dxa"/>
            <w:vMerge w:val="restart"/>
            <w:vAlign w:val="center"/>
          </w:tcPr>
          <w:p w:rsidR="00664F9B" w:rsidRPr="00234DC3" w:rsidRDefault="00664F9B" w:rsidP="00234DC3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4DC3">
              <w:rPr>
                <w:rFonts w:ascii="Times New Roman" w:eastAsia="標楷體" w:hAnsi="標楷體" w:hint="eastAsia"/>
                <w:szCs w:val="24"/>
              </w:rPr>
              <w:t>總行程約</w:t>
            </w:r>
            <w:r w:rsidRPr="00234DC3">
              <w:rPr>
                <w:rFonts w:ascii="Times New Roman" w:eastAsia="標楷體" w:hAnsi="Times New Roman"/>
                <w:szCs w:val="24"/>
              </w:rPr>
              <w:t>2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小時：大稻埕</w:t>
            </w:r>
            <w:r w:rsidRPr="00234DC3">
              <w:rPr>
                <w:rFonts w:ascii="Times New Roman" w:eastAsia="標楷體" w:hAnsi="Times New Roman"/>
                <w:szCs w:val="24"/>
              </w:rPr>
              <w:t>→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河上導覽</w:t>
            </w:r>
            <w:r w:rsidRPr="00234DC3">
              <w:rPr>
                <w:rFonts w:ascii="Times New Roman" w:eastAsia="標楷體" w:hAnsi="Times New Roman"/>
                <w:szCs w:val="24"/>
              </w:rPr>
              <w:t>(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約</w:t>
            </w:r>
            <w:r w:rsidRPr="00234DC3">
              <w:rPr>
                <w:rFonts w:ascii="Times New Roman" w:eastAsia="標楷體" w:hAnsi="Times New Roman"/>
                <w:szCs w:val="24"/>
              </w:rPr>
              <w:t>1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小時</w:t>
            </w:r>
            <w:r w:rsidRPr="00234DC3">
              <w:rPr>
                <w:rFonts w:ascii="Times New Roman" w:eastAsia="標楷體" w:hAnsi="Times New Roman"/>
                <w:szCs w:val="24"/>
              </w:rPr>
              <w:t>)→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返回大稻埕</w:t>
            </w:r>
            <w:r w:rsidRPr="00234DC3">
              <w:rPr>
                <w:rFonts w:ascii="Times New Roman" w:eastAsia="標楷體" w:hAnsi="Times New Roman"/>
                <w:szCs w:val="24"/>
              </w:rPr>
              <w:t>→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步行導覽</w:t>
            </w:r>
            <w:r w:rsidRPr="00234DC3">
              <w:rPr>
                <w:rFonts w:ascii="Times New Roman" w:eastAsia="標楷體" w:hAnsi="Times New Roman"/>
                <w:szCs w:val="24"/>
              </w:rPr>
              <w:t>(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約</w:t>
            </w:r>
            <w:r w:rsidRPr="00234DC3">
              <w:rPr>
                <w:rFonts w:ascii="Times New Roman" w:eastAsia="標楷體" w:hAnsi="Times New Roman"/>
                <w:szCs w:val="24"/>
              </w:rPr>
              <w:t>1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小時：大稻埕周邊古蹟步行導覽</w:t>
            </w:r>
          </w:p>
        </w:tc>
        <w:tc>
          <w:tcPr>
            <w:tcW w:w="5902" w:type="dxa"/>
            <w:vAlign w:val="center"/>
          </w:tcPr>
          <w:p w:rsidR="00664F9B" w:rsidRPr="00234DC3" w:rsidRDefault="00664F9B" w:rsidP="00234DC3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4DC3">
              <w:rPr>
                <w:rFonts w:ascii="Times New Roman" w:eastAsia="標楷體" w:hAnsi="標楷體" w:hint="eastAsia"/>
                <w:szCs w:val="24"/>
              </w:rPr>
              <w:t>生態、鳥類、魚種、歷史、典故、風景</w:t>
            </w:r>
            <w:r w:rsidRPr="00234DC3">
              <w:rPr>
                <w:rFonts w:ascii="Times New Roman" w:eastAsia="標楷體" w:hAnsi="Times New Roman"/>
                <w:szCs w:val="24"/>
              </w:rPr>
              <w:t>…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等</w:t>
            </w:r>
          </w:p>
        </w:tc>
      </w:tr>
      <w:tr w:rsidR="00664F9B" w:rsidRPr="00234DC3" w:rsidTr="00234DC3">
        <w:trPr>
          <w:trHeight w:val="893"/>
          <w:jc w:val="center"/>
        </w:trPr>
        <w:tc>
          <w:tcPr>
            <w:tcW w:w="417" w:type="dxa"/>
            <w:vMerge/>
            <w:vAlign w:val="center"/>
          </w:tcPr>
          <w:p w:rsidR="00664F9B" w:rsidRPr="00234DC3" w:rsidRDefault="00664F9B" w:rsidP="00234DC3">
            <w:pPr>
              <w:spacing w:line="480" w:lineRule="exac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3264" w:type="dxa"/>
            <w:vMerge/>
            <w:vAlign w:val="center"/>
          </w:tcPr>
          <w:p w:rsidR="00664F9B" w:rsidRPr="00234DC3" w:rsidRDefault="00664F9B" w:rsidP="00910F28">
            <w:pPr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5953" w:type="dxa"/>
            <w:vMerge/>
            <w:vAlign w:val="center"/>
          </w:tcPr>
          <w:p w:rsidR="00664F9B" w:rsidRPr="00234DC3" w:rsidRDefault="00664F9B" w:rsidP="00234DC3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902" w:type="dxa"/>
            <w:vAlign w:val="center"/>
          </w:tcPr>
          <w:p w:rsidR="00664F9B" w:rsidRPr="00234DC3" w:rsidRDefault="00664F9B" w:rsidP="00234DC3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4DC3">
              <w:rPr>
                <w:rFonts w:ascii="Times New Roman" w:eastAsia="標楷體" w:hAnsi="標楷體" w:hint="eastAsia"/>
                <w:szCs w:val="24"/>
              </w:rPr>
              <w:t>大稻埕周邊古蹟導覽重點：貴德街、李春生紀念教堂、莊協發商店、李臨秋故居、大稻埕辜宅、迪化街、霞海城隍廟等</w:t>
            </w:r>
          </w:p>
        </w:tc>
      </w:tr>
      <w:tr w:rsidR="00664F9B" w:rsidRPr="00234DC3" w:rsidTr="00234DC3">
        <w:trPr>
          <w:trHeight w:val="480"/>
          <w:jc w:val="center"/>
        </w:trPr>
        <w:tc>
          <w:tcPr>
            <w:tcW w:w="417" w:type="dxa"/>
            <w:vMerge w:val="restart"/>
            <w:shd w:val="clear" w:color="auto" w:fill="EEECE1"/>
            <w:vAlign w:val="center"/>
          </w:tcPr>
          <w:p w:rsidR="00664F9B" w:rsidRPr="00234DC3" w:rsidRDefault="00664F9B" w:rsidP="00234DC3">
            <w:pPr>
              <w:spacing w:line="480" w:lineRule="exac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234DC3">
              <w:rPr>
                <w:rFonts w:ascii="Times New Roman" w:eastAsia="標楷體" w:hAnsi="Times New Roman"/>
                <w:b/>
                <w:szCs w:val="24"/>
              </w:rPr>
              <w:t>2</w:t>
            </w:r>
          </w:p>
        </w:tc>
        <w:tc>
          <w:tcPr>
            <w:tcW w:w="3264" w:type="dxa"/>
            <w:vMerge w:val="restart"/>
            <w:shd w:val="clear" w:color="auto" w:fill="EEECE1"/>
            <w:vAlign w:val="center"/>
          </w:tcPr>
          <w:p w:rsidR="00664F9B" w:rsidRPr="00234DC3" w:rsidRDefault="00664F9B" w:rsidP="00910F28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234DC3">
              <w:rPr>
                <w:rFonts w:ascii="Times New Roman" w:eastAsia="標楷體" w:hAnsi="標楷體" w:hint="eastAsia"/>
                <w:b/>
                <w:szCs w:val="24"/>
              </w:rPr>
              <w:t>鐵馬族淡水河上游生態航程</w:t>
            </w:r>
            <w:r w:rsidRPr="00234DC3">
              <w:rPr>
                <w:rFonts w:ascii="Times New Roman" w:eastAsia="標楷體" w:hAnsi="Times New Roman"/>
                <w:b/>
                <w:szCs w:val="24"/>
              </w:rPr>
              <w:t xml:space="preserve"> + </w:t>
            </w:r>
            <w:r w:rsidRPr="00234DC3">
              <w:rPr>
                <w:rFonts w:ascii="Times New Roman" w:eastAsia="標楷體" w:hAnsi="標楷體" w:hint="eastAsia"/>
                <w:b/>
                <w:szCs w:val="24"/>
              </w:rPr>
              <w:t>華江溼地鳥類、生態解說</w:t>
            </w:r>
          </w:p>
          <w:p w:rsidR="00664F9B" w:rsidRPr="00234DC3" w:rsidRDefault="00664F9B" w:rsidP="00910F28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234DC3">
              <w:rPr>
                <w:rFonts w:ascii="Times New Roman" w:eastAsia="標楷體" w:hAnsi="Times New Roman"/>
                <w:b/>
                <w:szCs w:val="24"/>
              </w:rPr>
              <w:t>(</w:t>
            </w:r>
            <w:r w:rsidRPr="00234DC3">
              <w:rPr>
                <w:rFonts w:ascii="Times New Roman" w:eastAsia="標楷體" w:hAnsi="標楷體" w:hint="eastAsia"/>
                <w:b/>
                <w:szCs w:val="24"/>
              </w:rPr>
              <w:t>本行程客群為鐵馬族</w:t>
            </w:r>
            <w:r w:rsidRPr="00234DC3">
              <w:rPr>
                <w:rFonts w:ascii="Times New Roman" w:eastAsia="標楷體" w:hAnsi="Times New Roman"/>
                <w:b/>
                <w:szCs w:val="24"/>
              </w:rPr>
              <w:t>)</w:t>
            </w:r>
          </w:p>
        </w:tc>
        <w:tc>
          <w:tcPr>
            <w:tcW w:w="5953" w:type="dxa"/>
            <w:vMerge w:val="restart"/>
            <w:shd w:val="clear" w:color="auto" w:fill="EEECE1"/>
            <w:vAlign w:val="center"/>
          </w:tcPr>
          <w:p w:rsidR="00664F9B" w:rsidRPr="00234DC3" w:rsidRDefault="00664F9B" w:rsidP="00234DC3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4DC3">
              <w:rPr>
                <w:rFonts w:ascii="Times New Roman" w:eastAsia="標楷體" w:hAnsi="標楷體" w:hint="eastAsia"/>
                <w:szCs w:val="24"/>
              </w:rPr>
              <w:t>總行程約</w:t>
            </w:r>
            <w:r w:rsidRPr="00234DC3">
              <w:rPr>
                <w:rFonts w:ascii="Times New Roman" w:eastAsia="標楷體" w:hAnsi="Times New Roman"/>
                <w:szCs w:val="24"/>
              </w:rPr>
              <w:t>2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小時：大稻埕</w:t>
            </w:r>
            <w:r w:rsidRPr="00234DC3">
              <w:rPr>
                <w:rFonts w:ascii="Times New Roman" w:eastAsia="標楷體" w:hAnsi="Times New Roman"/>
                <w:szCs w:val="24"/>
              </w:rPr>
              <w:t>→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河上定點導覽</w:t>
            </w:r>
            <w:r w:rsidRPr="00234DC3">
              <w:rPr>
                <w:rFonts w:ascii="Times New Roman" w:eastAsia="標楷體" w:hAnsi="Times New Roman"/>
                <w:szCs w:val="24"/>
              </w:rPr>
              <w:t>(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約</w:t>
            </w:r>
            <w:r w:rsidRPr="00234DC3">
              <w:rPr>
                <w:rFonts w:ascii="Times New Roman" w:eastAsia="標楷體" w:hAnsi="Times New Roman"/>
                <w:szCs w:val="24"/>
              </w:rPr>
              <w:t>45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分鐘</w:t>
            </w:r>
            <w:r w:rsidRPr="00234DC3">
              <w:rPr>
                <w:rFonts w:ascii="Times New Roman" w:eastAsia="標楷體" w:hAnsi="Times New Roman"/>
                <w:szCs w:val="24"/>
              </w:rPr>
              <w:t>)→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返回大稻埕</w:t>
            </w:r>
            <w:r w:rsidRPr="00234DC3">
              <w:rPr>
                <w:rFonts w:ascii="Times New Roman" w:eastAsia="標楷體" w:hAnsi="Times New Roman"/>
                <w:szCs w:val="24"/>
              </w:rPr>
              <w:t>→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自行車定點導覽</w:t>
            </w:r>
            <w:r w:rsidRPr="00234DC3">
              <w:rPr>
                <w:rFonts w:ascii="Times New Roman" w:eastAsia="標楷體" w:hAnsi="Times New Roman"/>
                <w:szCs w:val="24"/>
              </w:rPr>
              <w:t>(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約</w:t>
            </w:r>
            <w:r w:rsidRPr="00234DC3">
              <w:rPr>
                <w:rFonts w:ascii="Times New Roman" w:eastAsia="標楷體" w:hAnsi="Times New Roman"/>
                <w:szCs w:val="24"/>
              </w:rPr>
              <w:t>75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分鐘</w:t>
            </w:r>
            <w:r w:rsidRPr="00234DC3">
              <w:rPr>
                <w:rFonts w:ascii="Times New Roman" w:eastAsia="標楷體" w:hAnsi="Times New Roman"/>
                <w:szCs w:val="24"/>
              </w:rPr>
              <w:t>)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至華江溼地</w:t>
            </w:r>
          </w:p>
        </w:tc>
        <w:tc>
          <w:tcPr>
            <w:tcW w:w="5902" w:type="dxa"/>
            <w:vMerge w:val="restart"/>
            <w:shd w:val="clear" w:color="auto" w:fill="EEECE1"/>
            <w:vAlign w:val="center"/>
          </w:tcPr>
          <w:p w:rsidR="00664F9B" w:rsidRPr="00234DC3" w:rsidRDefault="00664F9B" w:rsidP="00234DC3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4DC3">
              <w:rPr>
                <w:rFonts w:ascii="Times New Roman" w:eastAsia="標楷體" w:hAnsi="標楷體" w:hint="eastAsia"/>
                <w:szCs w:val="24"/>
              </w:rPr>
              <w:t>生態、鳥類、魚種、歷史、典故、風景等</w:t>
            </w:r>
          </w:p>
        </w:tc>
      </w:tr>
      <w:tr w:rsidR="00664F9B" w:rsidRPr="00234DC3" w:rsidTr="00234DC3">
        <w:trPr>
          <w:trHeight w:val="534"/>
          <w:jc w:val="center"/>
        </w:trPr>
        <w:tc>
          <w:tcPr>
            <w:tcW w:w="417" w:type="dxa"/>
            <w:vMerge/>
            <w:shd w:val="clear" w:color="auto" w:fill="EEECE1"/>
            <w:vAlign w:val="center"/>
          </w:tcPr>
          <w:p w:rsidR="00664F9B" w:rsidRPr="00234DC3" w:rsidRDefault="00664F9B" w:rsidP="00234DC3">
            <w:pPr>
              <w:spacing w:line="480" w:lineRule="exac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3264" w:type="dxa"/>
            <w:vMerge/>
            <w:shd w:val="clear" w:color="auto" w:fill="EEECE1"/>
            <w:vAlign w:val="center"/>
          </w:tcPr>
          <w:p w:rsidR="00664F9B" w:rsidRPr="00234DC3" w:rsidRDefault="00664F9B" w:rsidP="00910F28">
            <w:pPr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5953" w:type="dxa"/>
            <w:vMerge/>
            <w:shd w:val="clear" w:color="auto" w:fill="EEECE1"/>
            <w:vAlign w:val="center"/>
          </w:tcPr>
          <w:p w:rsidR="00664F9B" w:rsidRPr="00234DC3" w:rsidRDefault="00664F9B" w:rsidP="00234DC3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902" w:type="dxa"/>
            <w:vMerge/>
            <w:shd w:val="clear" w:color="auto" w:fill="EEECE1"/>
            <w:vAlign w:val="center"/>
          </w:tcPr>
          <w:p w:rsidR="00664F9B" w:rsidRPr="00234DC3" w:rsidRDefault="00664F9B" w:rsidP="00234DC3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664F9B" w:rsidRPr="00234DC3" w:rsidTr="00234DC3">
        <w:trPr>
          <w:trHeight w:val="768"/>
          <w:jc w:val="center"/>
        </w:trPr>
        <w:tc>
          <w:tcPr>
            <w:tcW w:w="417" w:type="dxa"/>
            <w:vAlign w:val="center"/>
          </w:tcPr>
          <w:p w:rsidR="00664F9B" w:rsidRPr="00234DC3" w:rsidRDefault="00664F9B" w:rsidP="00234DC3">
            <w:pPr>
              <w:spacing w:line="480" w:lineRule="exac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234DC3">
              <w:rPr>
                <w:rFonts w:ascii="Times New Roman" w:eastAsia="標楷體" w:hAnsi="Times New Roman"/>
                <w:b/>
                <w:szCs w:val="24"/>
              </w:rPr>
              <w:t>3</w:t>
            </w:r>
          </w:p>
        </w:tc>
        <w:tc>
          <w:tcPr>
            <w:tcW w:w="3264" w:type="dxa"/>
            <w:vAlign w:val="center"/>
          </w:tcPr>
          <w:p w:rsidR="00664F9B" w:rsidRPr="00234DC3" w:rsidRDefault="00664F9B" w:rsidP="00910F28">
            <w:pPr>
              <w:rPr>
                <w:rFonts w:ascii="Times New Roman" w:eastAsia="標楷體" w:hAnsi="Times New Roman"/>
                <w:b/>
                <w:color w:val="FF0000"/>
                <w:szCs w:val="24"/>
              </w:rPr>
            </w:pPr>
            <w:r w:rsidRPr="00234DC3">
              <w:rPr>
                <w:rFonts w:ascii="Times New Roman" w:eastAsia="標楷體" w:hAnsi="標楷體" w:hint="eastAsia"/>
                <w:b/>
                <w:szCs w:val="24"/>
              </w:rPr>
              <w:t>關渡遊河</w:t>
            </w:r>
            <w:r w:rsidRPr="00234DC3">
              <w:rPr>
                <w:rFonts w:ascii="Times New Roman" w:eastAsia="標楷體" w:hAnsi="Times New Roman"/>
                <w:b/>
                <w:szCs w:val="24"/>
              </w:rPr>
              <w:t xml:space="preserve"> + </w:t>
            </w:r>
            <w:r w:rsidRPr="00234DC3">
              <w:rPr>
                <w:rFonts w:ascii="Times New Roman" w:eastAsia="標楷體" w:hAnsi="標楷體" w:hint="eastAsia"/>
                <w:b/>
                <w:szCs w:val="24"/>
              </w:rPr>
              <w:t>關渡周邊生態導覽</w:t>
            </w:r>
          </w:p>
        </w:tc>
        <w:tc>
          <w:tcPr>
            <w:tcW w:w="5953" w:type="dxa"/>
            <w:vAlign w:val="center"/>
          </w:tcPr>
          <w:p w:rsidR="00664F9B" w:rsidRPr="00234DC3" w:rsidRDefault="00664F9B" w:rsidP="00234DC3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4DC3">
              <w:rPr>
                <w:rFonts w:ascii="Times New Roman" w:eastAsia="標楷體" w:hAnsi="標楷體" w:hint="eastAsia"/>
                <w:szCs w:val="24"/>
              </w:rPr>
              <w:t>總行程約</w:t>
            </w:r>
            <w:r w:rsidRPr="00234DC3">
              <w:rPr>
                <w:rFonts w:ascii="Times New Roman" w:eastAsia="標楷體" w:hAnsi="Times New Roman"/>
                <w:szCs w:val="24"/>
              </w:rPr>
              <w:t>2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小時：關渡遊河</w:t>
            </w:r>
            <w:r w:rsidRPr="00234DC3">
              <w:rPr>
                <w:rFonts w:ascii="Times New Roman" w:eastAsia="標楷體" w:hAnsi="Times New Roman"/>
                <w:szCs w:val="24"/>
              </w:rPr>
              <w:t>→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河上定點導覽</w:t>
            </w:r>
            <w:r w:rsidRPr="00234DC3">
              <w:rPr>
                <w:rFonts w:ascii="Times New Roman" w:eastAsia="標楷體" w:hAnsi="Times New Roman"/>
                <w:szCs w:val="24"/>
              </w:rPr>
              <w:t>(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約</w:t>
            </w:r>
            <w:r w:rsidRPr="00234DC3">
              <w:rPr>
                <w:rFonts w:ascii="Times New Roman" w:eastAsia="標楷體" w:hAnsi="Times New Roman"/>
                <w:szCs w:val="24"/>
              </w:rPr>
              <w:t>45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分鐘</w:t>
            </w:r>
            <w:r w:rsidRPr="00234DC3">
              <w:rPr>
                <w:rFonts w:ascii="Times New Roman" w:eastAsia="標楷體" w:hAnsi="Times New Roman"/>
                <w:szCs w:val="24"/>
              </w:rPr>
              <w:t>)→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步行導覽</w:t>
            </w:r>
            <w:r w:rsidRPr="00234DC3">
              <w:rPr>
                <w:rFonts w:ascii="Times New Roman" w:eastAsia="標楷體" w:hAnsi="Times New Roman"/>
                <w:szCs w:val="24"/>
              </w:rPr>
              <w:t>(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約</w:t>
            </w:r>
            <w:r w:rsidRPr="00234DC3">
              <w:rPr>
                <w:rFonts w:ascii="Times New Roman" w:eastAsia="標楷體" w:hAnsi="Times New Roman"/>
                <w:szCs w:val="24"/>
              </w:rPr>
              <w:t>75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分鐘：認識潮汐與河口紅樹林生態</w:t>
            </w:r>
            <w:r w:rsidRPr="00234DC3">
              <w:rPr>
                <w:rFonts w:ascii="Times New Roman" w:eastAsia="標楷體" w:hAnsi="Times New Roman"/>
                <w:szCs w:val="24"/>
              </w:rPr>
              <w:t>)</w:t>
            </w:r>
          </w:p>
        </w:tc>
        <w:tc>
          <w:tcPr>
            <w:tcW w:w="5902" w:type="dxa"/>
            <w:vAlign w:val="center"/>
          </w:tcPr>
          <w:p w:rsidR="00664F9B" w:rsidRPr="00234DC3" w:rsidRDefault="00664F9B" w:rsidP="00234DC3">
            <w:pPr>
              <w:jc w:val="both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234DC3">
              <w:rPr>
                <w:rFonts w:ascii="Times New Roman" w:eastAsia="標楷體" w:hAnsi="標楷體" w:hint="eastAsia"/>
                <w:szCs w:val="24"/>
              </w:rPr>
              <w:t>生態、鳥類、魚種、歷史、典故、風景等</w:t>
            </w:r>
          </w:p>
        </w:tc>
      </w:tr>
      <w:tr w:rsidR="00664F9B" w:rsidRPr="00234DC3" w:rsidTr="00234DC3">
        <w:trPr>
          <w:trHeight w:val="1020"/>
          <w:jc w:val="center"/>
        </w:trPr>
        <w:tc>
          <w:tcPr>
            <w:tcW w:w="417" w:type="dxa"/>
            <w:vMerge w:val="restart"/>
            <w:shd w:val="clear" w:color="auto" w:fill="EEECE1"/>
            <w:vAlign w:val="center"/>
          </w:tcPr>
          <w:p w:rsidR="00664F9B" w:rsidRPr="00234DC3" w:rsidRDefault="00664F9B" w:rsidP="00234DC3">
            <w:pPr>
              <w:spacing w:line="480" w:lineRule="exac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234DC3">
              <w:rPr>
                <w:rFonts w:ascii="Times New Roman" w:eastAsia="標楷體" w:hAnsi="Times New Roman"/>
                <w:b/>
                <w:szCs w:val="24"/>
              </w:rPr>
              <w:t>4</w:t>
            </w:r>
          </w:p>
        </w:tc>
        <w:tc>
          <w:tcPr>
            <w:tcW w:w="3264" w:type="dxa"/>
            <w:vMerge w:val="restart"/>
            <w:shd w:val="clear" w:color="auto" w:fill="EEECE1"/>
            <w:vAlign w:val="center"/>
          </w:tcPr>
          <w:p w:rsidR="00664F9B" w:rsidRPr="00234DC3" w:rsidRDefault="00664F9B" w:rsidP="00910F28">
            <w:pPr>
              <w:rPr>
                <w:rFonts w:ascii="Times New Roman" w:eastAsia="標楷體" w:hAnsi="Times New Roman"/>
                <w:b/>
                <w:color w:val="FF0000"/>
                <w:szCs w:val="24"/>
              </w:rPr>
            </w:pPr>
            <w:r w:rsidRPr="00234DC3">
              <w:rPr>
                <w:rFonts w:ascii="Times New Roman" w:eastAsia="標楷體" w:hAnsi="標楷體" w:hint="eastAsia"/>
                <w:b/>
                <w:szCs w:val="24"/>
              </w:rPr>
              <w:t>基隆河遊河</w:t>
            </w:r>
            <w:r w:rsidRPr="00234DC3">
              <w:rPr>
                <w:rFonts w:ascii="Times New Roman" w:eastAsia="標楷體" w:hAnsi="Times New Roman"/>
                <w:b/>
                <w:szCs w:val="24"/>
              </w:rPr>
              <w:t xml:space="preserve"> + </w:t>
            </w:r>
            <w:r w:rsidRPr="00234DC3">
              <w:rPr>
                <w:rFonts w:ascii="Times New Roman" w:eastAsia="標楷體" w:hAnsi="標楷體" w:hint="eastAsia"/>
                <w:b/>
                <w:szCs w:val="24"/>
              </w:rPr>
              <w:t>松山行腳線</w:t>
            </w:r>
          </w:p>
        </w:tc>
        <w:tc>
          <w:tcPr>
            <w:tcW w:w="5953" w:type="dxa"/>
            <w:vMerge w:val="restart"/>
            <w:shd w:val="clear" w:color="auto" w:fill="EEECE1"/>
            <w:vAlign w:val="center"/>
          </w:tcPr>
          <w:p w:rsidR="00664F9B" w:rsidRPr="00234DC3" w:rsidRDefault="00664F9B" w:rsidP="00234DC3">
            <w:pPr>
              <w:pStyle w:val="ListParagraph"/>
              <w:numPr>
                <w:ilvl w:val="0"/>
                <w:numId w:val="6"/>
              </w:numPr>
              <w:ind w:leftChars="0"/>
              <w:jc w:val="both"/>
              <w:rPr>
                <w:rFonts w:ascii="Times New Roman" w:eastAsia="標楷體" w:hAnsi="Times New Roman"/>
                <w:szCs w:val="24"/>
              </w:rPr>
            </w:pPr>
            <w:r w:rsidRPr="00234DC3">
              <w:rPr>
                <w:rFonts w:ascii="Times New Roman" w:eastAsia="標楷體" w:hAnsi="標楷體" w:hint="eastAsia"/>
                <w:szCs w:val="24"/>
              </w:rPr>
              <w:t>捷運劍南站</w:t>
            </w:r>
            <w:r w:rsidRPr="00234DC3">
              <w:rPr>
                <w:rFonts w:ascii="Times New Roman" w:eastAsia="標楷體" w:hAnsi="Times New Roman"/>
                <w:szCs w:val="24"/>
              </w:rPr>
              <w:t>→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步行導覽</w:t>
            </w:r>
            <w:r w:rsidRPr="00234DC3">
              <w:rPr>
                <w:rFonts w:ascii="Times New Roman" w:eastAsia="標楷體" w:hAnsi="Times New Roman"/>
                <w:szCs w:val="24"/>
              </w:rPr>
              <w:t>(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約</w:t>
            </w:r>
            <w:r w:rsidRPr="00234DC3">
              <w:rPr>
                <w:rFonts w:ascii="Times New Roman" w:eastAsia="標楷體" w:hAnsi="Times New Roman"/>
                <w:szCs w:val="24"/>
              </w:rPr>
              <w:t>20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分鐘</w:t>
            </w:r>
            <w:r w:rsidRPr="00234DC3">
              <w:rPr>
                <w:rFonts w:ascii="Times New Roman" w:eastAsia="標楷體" w:hAnsi="Times New Roman"/>
                <w:szCs w:val="24"/>
              </w:rPr>
              <w:t>)→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美堤碼頭</w:t>
            </w:r>
            <w:r w:rsidRPr="00234DC3">
              <w:rPr>
                <w:rFonts w:ascii="Times New Roman" w:eastAsia="標楷體" w:hAnsi="Times New Roman"/>
                <w:szCs w:val="24"/>
              </w:rPr>
              <w:t>→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遊河：先往下游至圓山，再往上游</w:t>
            </w:r>
            <w:r w:rsidRPr="00234DC3">
              <w:rPr>
                <w:rFonts w:ascii="Times New Roman" w:eastAsia="標楷體" w:hAnsi="Times New Roman"/>
                <w:szCs w:val="24"/>
              </w:rPr>
              <w:t>(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約</w:t>
            </w:r>
            <w:r w:rsidRPr="00234DC3">
              <w:rPr>
                <w:rFonts w:ascii="Times New Roman" w:eastAsia="標楷體" w:hAnsi="Times New Roman"/>
                <w:szCs w:val="24"/>
              </w:rPr>
              <w:t>1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小時</w:t>
            </w:r>
            <w:r w:rsidRPr="00234DC3">
              <w:rPr>
                <w:rFonts w:ascii="Times New Roman" w:eastAsia="標楷體" w:hAnsi="Times New Roman"/>
                <w:szCs w:val="24"/>
              </w:rPr>
              <w:t>)→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錫口碼頭</w:t>
            </w:r>
            <w:r w:rsidRPr="00234DC3">
              <w:rPr>
                <w:rFonts w:ascii="Times New Roman" w:eastAsia="標楷體" w:hAnsi="Times New Roman"/>
                <w:szCs w:val="24"/>
              </w:rPr>
              <w:t>→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松山行腳線步行導覽</w:t>
            </w:r>
            <w:r w:rsidRPr="00234DC3">
              <w:rPr>
                <w:rFonts w:ascii="Times New Roman" w:eastAsia="標楷體" w:hAnsi="Times New Roman"/>
                <w:szCs w:val="24"/>
              </w:rPr>
              <w:t>(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約</w:t>
            </w:r>
            <w:r w:rsidRPr="00234DC3">
              <w:rPr>
                <w:rFonts w:ascii="Times New Roman" w:eastAsia="標楷體" w:hAnsi="Times New Roman"/>
                <w:szCs w:val="24"/>
              </w:rPr>
              <w:t>1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小時</w:t>
            </w:r>
            <w:r w:rsidRPr="00234DC3">
              <w:rPr>
                <w:rFonts w:ascii="Times New Roman" w:eastAsia="標楷體" w:hAnsi="Times New Roman"/>
                <w:szCs w:val="24"/>
              </w:rPr>
              <w:t>)</w:t>
            </w:r>
          </w:p>
          <w:p w:rsidR="00664F9B" w:rsidRPr="00234DC3" w:rsidRDefault="00664F9B" w:rsidP="00234DC3">
            <w:pPr>
              <w:pStyle w:val="ListParagraph"/>
              <w:numPr>
                <w:ilvl w:val="0"/>
                <w:numId w:val="6"/>
              </w:numPr>
              <w:ind w:leftChars="0"/>
              <w:jc w:val="both"/>
              <w:rPr>
                <w:rFonts w:ascii="Times New Roman" w:eastAsia="標楷體" w:hAnsi="Times New Roman"/>
                <w:szCs w:val="24"/>
              </w:rPr>
            </w:pPr>
            <w:r w:rsidRPr="00234DC3">
              <w:rPr>
                <w:rFonts w:ascii="Times New Roman" w:eastAsia="標楷體" w:hAnsi="標楷體" w:hint="eastAsia"/>
                <w:szCs w:val="24"/>
              </w:rPr>
              <w:t>松山行腳線步行導覽</w:t>
            </w:r>
            <w:r w:rsidRPr="00234DC3">
              <w:rPr>
                <w:rFonts w:ascii="Times New Roman" w:eastAsia="標楷體" w:hAnsi="Times New Roman"/>
                <w:szCs w:val="24"/>
              </w:rPr>
              <w:t>(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約</w:t>
            </w:r>
            <w:r w:rsidRPr="00234DC3">
              <w:rPr>
                <w:rFonts w:ascii="Times New Roman" w:eastAsia="標楷體" w:hAnsi="Times New Roman"/>
                <w:szCs w:val="24"/>
              </w:rPr>
              <w:t>1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小時</w:t>
            </w:r>
            <w:r w:rsidRPr="00234DC3">
              <w:rPr>
                <w:rFonts w:ascii="Times New Roman" w:eastAsia="標楷體" w:hAnsi="Times New Roman"/>
                <w:szCs w:val="24"/>
              </w:rPr>
              <w:t>) →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錫口碼頭</w:t>
            </w:r>
            <w:r w:rsidRPr="00234DC3">
              <w:rPr>
                <w:rFonts w:ascii="Times New Roman" w:eastAsia="標楷體" w:hAnsi="Times New Roman"/>
                <w:szCs w:val="24"/>
              </w:rPr>
              <w:t>→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遊河</w:t>
            </w:r>
            <w:r w:rsidRPr="00234DC3">
              <w:rPr>
                <w:rFonts w:ascii="Times New Roman" w:eastAsia="標楷體" w:hAnsi="Times New Roman"/>
                <w:szCs w:val="24"/>
              </w:rPr>
              <w:t>(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約</w:t>
            </w:r>
            <w:r w:rsidRPr="00234DC3">
              <w:rPr>
                <w:rFonts w:ascii="Times New Roman" w:eastAsia="標楷體" w:hAnsi="Times New Roman"/>
                <w:szCs w:val="24"/>
              </w:rPr>
              <w:t>1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小時</w:t>
            </w:r>
            <w:r w:rsidRPr="00234DC3">
              <w:rPr>
                <w:rFonts w:ascii="Times New Roman" w:eastAsia="標楷體" w:hAnsi="Times New Roman"/>
                <w:szCs w:val="24"/>
              </w:rPr>
              <w:t>)→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美堤碼頭</w:t>
            </w:r>
            <w:r w:rsidRPr="00234DC3">
              <w:rPr>
                <w:rFonts w:ascii="Times New Roman" w:eastAsia="標楷體" w:hAnsi="Times New Roman"/>
                <w:szCs w:val="24"/>
              </w:rPr>
              <w:t>→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步行導覽</w:t>
            </w:r>
            <w:r w:rsidRPr="00234DC3">
              <w:rPr>
                <w:rFonts w:ascii="Times New Roman" w:eastAsia="標楷體" w:hAnsi="Times New Roman"/>
                <w:szCs w:val="24"/>
              </w:rPr>
              <w:t>(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約</w:t>
            </w:r>
            <w:r w:rsidRPr="00234DC3">
              <w:rPr>
                <w:rFonts w:ascii="Times New Roman" w:eastAsia="標楷體" w:hAnsi="Times New Roman"/>
                <w:szCs w:val="24"/>
              </w:rPr>
              <w:t>20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分鐘</w:t>
            </w:r>
            <w:r w:rsidRPr="00234DC3">
              <w:rPr>
                <w:rFonts w:ascii="Times New Roman" w:eastAsia="標楷體" w:hAnsi="Times New Roman"/>
                <w:szCs w:val="24"/>
              </w:rPr>
              <w:t>) →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捷運劍南站</w:t>
            </w:r>
          </w:p>
        </w:tc>
        <w:tc>
          <w:tcPr>
            <w:tcW w:w="5902" w:type="dxa"/>
            <w:shd w:val="clear" w:color="auto" w:fill="EEECE1"/>
            <w:vAlign w:val="center"/>
          </w:tcPr>
          <w:p w:rsidR="00664F9B" w:rsidRPr="00234DC3" w:rsidRDefault="00664F9B" w:rsidP="00234DC3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4DC3">
              <w:rPr>
                <w:rFonts w:ascii="Times New Roman" w:eastAsia="標楷體" w:hAnsi="標楷體" w:hint="eastAsia"/>
                <w:szCs w:val="24"/>
              </w:rPr>
              <w:t>生態、鳥類、魚種、歷史、典故、風景等</w:t>
            </w:r>
          </w:p>
        </w:tc>
      </w:tr>
      <w:tr w:rsidR="00664F9B" w:rsidRPr="00234DC3" w:rsidTr="00234DC3">
        <w:trPr>
          <w:trHeight w:val="1248"/>
          <w:jc w:val="center"/>
        </w:trPr>
        <w:tc>
          <w:tcPr>
            <w:tcW w:w="417" w:type="dxa"/>
            <w:vMerge/>
            <w:shd w:val="pct5" w:color="auto" w:fill="auto"/>
            <w:vAlign w:val="center"/>
          </w:tcPr>
          <w:p w:rsidR="00664F9B" w:rsidRPr="00234DC3" w:rsidRDefault="00664F9B" w:rsidP="00234DC3">
            <w:pPr>
              <w:spacing w:line="480" w:lineRule="exac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3264" w:type="dxa"/>
            <w:vMerge/>
            <w:shd w:val="pct5" w:color="auto" w:fill="auto"/>
            <w:vAlign w:val="center"/>
          </w:tcPr>
          <w:p w:rsidR="00664F9B" w:rsidRPr="00234DC3" w:rsidRDefault="00664F9B" w:rsidP="00234DC3">
            <w:pPr>
              <w:spacing w:line="480" w:lineRule="exact"/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pct5" w:color="auto" w:fill="auto"/>
            <w:vAlign w:val="center"/>
          </w:tcPr>
          <w:p w:rsidR="00664F9B" w:rsidRPr="00234DC3" w:rsidRDefault="00664F9B" w:rsidP="00234DC3">
            <w:pPr>
              <w:spacing w:line="480" w:lineRule="exact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902" w:type="dxa"/>
            <w:shd w:val="clear" w:color="auto" w:fill="EEECE1"/>
            <w:vAlign w:val="center"/>
          </w:tcPr>
          <w:p w:rsidR="00664F9B" w:rsidRPr="00234DC3" w:rsidRDefault="00664F9B" w:rsidP="00234DC3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4DC3">
              <w:rPr>
                <w:rFonts w:ascii="Times New Roman" w:eastAsia="標楷體" w:hAnsi="標楷體" w:hint="eastAsia"/>
                <w:szCs w:val="24"/>
              </w:rPr>
              <w:t>松山行腳線導覽重點：臺北府城隍廟、饒河老街、渡船頭、古老行業</w:t>
            </w:r>
            <w:r w:rsidRPr="00234DC3">
              <w:rPr>
                <w:rFonts w:ascii="Times New Roman" w:eastAsia="標楷體" w:hAnsi="Times New Roman"/>
                <w:szCs w:val="24"/>
              </w:rPr>
              <w:t>(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小蘑麻油店</w:t>
            </w:r>
            <w:r w:rsidRPr="00234DC3">
              <w:rPr>
                <w:rFonts w:ascii="Times New Roman" w:eastAsia="標楷體" w:hAnsi="Times New Roman"/>
                <w:szCs w:val="24"/>
              </w:rPr>
              <w:t>)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、松山市場、松山教會、慈祐宮等</w:t>
            </w:r>
          </w:p>
        </w:tc>
      </w:tr>
      <w:tr w:rsidR="00664F9B" w:rsidRPr="00234DC3" w:rsidTr="00234DC3">
        <w:trPr>
          <w:trHeight w:val="784"/>
          <w:jc w:val="center"/>
        </w:trPr>
        <w:tc>
          <w:tcPr>
            <w:tcW w:w="417" w:type="dxa"/>
            <w:vAlign w:val="center"/>
          </w:tcPr>
          <w:p w:rsidR="00664F9B" w:rsidRPr="00234DC3" w:rsidRDefault="00664F9B" w:rsidP="00234DC3">
            <w:pPr>
              <w:spacing w:line="480" w:lineRule="exac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234DC3">
              <w:rPr>
                <w:rFonts w:ascii="Times New Roman" w:eastAsia="標楷體" w:hAnsi="Times New Roman"/>
                <w:b/>
                <w:szCs w:val="24"/>
              </w:rPr>
              <w:t>5</w:t>
            </w:r>
          </w:p>
        </w:tc>
        <w:tc>
          <w:tcPr>
            <w:tcW w:w="3264" w:type="dxa"/>
            <w:vAlign w:val="center"/>
          </w:tcPr>
          <w:p w:rsidR="00664F9B" w:rsidRPr="00234DC3" w:rsidRDefault="00664F9B" w:rsidP="00234DC3">
            <w:pPr>
              <w:spacing w:line="480" w:lineRule="exact"/>
              <w:rPr>
                <w:rFonts w:ascii="Times New Roman" w:eastAsia="標楷體" w:hAnsi="Times New Roman"/>
                <w:b/>
                <w:szCs w:val="24"/>
              </w:rPr>
            </w:pPr>
            <w:r w:rsidRPr="00234DC3">
              <w:rPr>
                <w:rFonts w:ascii="Times New Roman" w:eastAsia="標楷體" w:hAnsi="標楷體" w:hint="eastAsia"/>
                <w:b/>
                <w:szCs w:val="24"/>
              </w:rPr>
              <w:t>淡水河遊河</w:t>
            </w:r>
          </w:p>
        </w:tc>
        <w:tc>
          <w:tcPr>
            <w:tcW w:w="5953" w:type="dxa"/>
            <w:vAlign w:val="center"/>
          </w:tcPr>
          <w:p w:rsidR="00664F9B" w:rsidRPr="00234DC3" w:rsidRDefault="00664F9B" w:rsidP="00234DC3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4DC3">
              <w:rPr>
                <w:rFonts w:ascii="Times New Roman" w:eastAsia="標楷體" w:hAnsi="標楷體" w:hint="eastAsia"/>
                <w:szCs w:val="24"/>
              </w:rPr>
              <w:t>總行程約</w:t>
            </w:r>
            <w:r w:rsidRPr="00234DC3">
              <w:rPr>
                <w:rFonts w:ascii="Times New Roman" w:eastAsia="標楷體" w:hAnsi="Times New Roman"/>
                <w:szCs w:val="24"/>
              </w:rPr>
              <w:t>2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小時：航線以關渡或大稻埕為起點或迄點之遊程</w:t>
            </w:r>
          </w:p>
        </w:tc>
        <w:tc>
          <w:tcPr>
            <w:tcW w:w="5902" w:type="dxa"/>
            <w:vAlign w:val="center"/>
          </w:tcPr>
          <w:p w:rsidR="00664F9B" w:rsidRPr="00234DC3" w:rsidRDefault="00664F9B" w:rsidP="00234DC3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4DC3">
              <w:rPr>
                <w:rFonts w:ascii="Times New Roman" w:eastAsia="標楷體" w:hAnsi="標楷體" w:hint="eastAsia"/>
                <w:szCs w:val="24"/>
              </w:rPr>
              <w:t>生態、鳥類、魚種、歷史、典故、風景等</w:t>
            </w:r>
          </w:p>
        </w:tc>
      </w:tr>
      <w:tr w:rsidR="00664F9B" w:rsidRPr="00234DC3" w:rsidTr="00234DC3">
        <w:trPr>
          <w:trHeight w:val="784"/>
          <w:jc w:val="center"/>
        </w:trPr>
        <w:tc>
          <w:tcPr>
            <w:tcW w:w="417" w:type="dxa"/>
            <w:shd w:val="clear" w:color="auto" w:fill="EEECE1"/>
            <w:vAlign w:val="center"/>
          </w:tcPr>
          <w:p w:rsidR="00664F9B" w:rsidRPr="00234DC3" w:rsidRDefault="00664F9B" w:rsidP="00234DC3">
            <w:pPr>
              <w:spacing w:line="480" w:lineRule="exac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234DC3">
              <w:rPr>
                <w:rFonts w:ascii="Times New Roman" w:eastAsia="標楷體" w:hAnsi="Times New Roman"/>
                <w:b/>
                <w:szCs w:val="24"/>
              </w:rPr>
              <w:t>6</w:t>
            </w:r>
          </w:p>
        </w:tc>
        <w:tc>
          <w:tcPr>
            <w:tcW w:w="3264" w:type="dxa"/>
            <w:shd w:val="clear" w:color="auto" w:fill="EEECE1"/>
            <w:vAlign w:val="center"/>
          </w:tcPr>
          <w:p w:rsidR="00664F9B" w:rsidRPr="00234DC3" w:rsidRDefault="00664F9B" w:rsidP="00234DC3">
            <w:pPr>
              <w:spacing w:line="480" w:lineRule="exact"/>
              <w:rPr>
                <w:rFonts w:ascii="Times New Roman" w:eastAsia="標楷體" w:hAnsi="Times New Roman"/>
                <w:b/>
                <w:szCs w:val="24"/>
              </w:rPr>
            </w:pPr>
            <w:r w:rsidRPr="00234DC3">
              <w:rPr>
                <w:rFonts w:ascii="Times New Roman" w:eastAsia="標楷體" w:hAnsi="標楷體" w:hint="eastAsia"/>
                <w:b/>
                <w:szCs w:val="24"/>
              </w:rPr>
              <w:t>基隆河遊河</w:t>
            </w:r>
          </w:p>
        </w:tc>
        <w:tc>
          <w:tcPr>
            <w:tcW w:w="5953" w:type="dxa"/>
            <w:shd w:val="clear" w:color="auto" w:fill="EEECE1"/>
            <w:vAlign w:val="center"/>
          </w:tcPr>
          <w:p w:rsidR="00664F9B" w:rsidRPr="00234DC3" w:rsidRDefault="00664F9B" w:rsidP="00234DC3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4DC3">
              <w:rPr>
                <w:rFonts w:ascii="Times New Roman" w:eastAsia="標楷體" w:hAnsi="標楷體" w:hint="eastAsia"/>
                <w:szCs w:val="24"/>
              </w:rPr>
              <w:t>總行程約</w:t>
            </w:r>
            <w:r w:rsidRPr="00234DC3">
              <w:rPr>
                <w:rFonts w:ascii="Times New Roman" w:eastAsia="標楷體" w:hAnsi="Times New Roman"/>
                <w:szCs w:val="24"/>
              </w:rPr>
              <w:t>2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小時：大佳</w:t>
            </w:r>
            <w:r w:rsidRPr="00234DC3">
              <w:rPr>
                <w:rFonts w:ascii="Times New Roman" w:eastAsia="標楷體" w:hAnsi="Times New Roman"/>
                <w:szCs w:val="24"/>
              </w:rPr>
              <w:t>(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美堤或錫口</w:t>
            </w:r>
            <w:r w:rsidRPr="00234DC3">
              <w:rPr>
                <w:rFonts w:ascii="Times New Roman" w:eastAsia="標楷體" w:hAnsi="Times New Roman"/>
                <w:szCs w:val="24"/>
              </w:rPr>
              <w:t>)→(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下游方向</w:t>
            </w:r>
            <w:r w:rsidRPr="00234DC3">
              <w:rPr>
                <w:rFonts w:ascii="Times New Roman" w:eastAsia="標楷體" w:hAnsi="Times New Roman"/>
                <w:szCs w:val="24"/>
              </w:rPr>
              <w:t>)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河上定點導覽</w:t>
            </w:r>
            <w:r w:rsidRPr="00234DC3">
              <w:rPr>
                <w:rFonts w:ascii="Times New Roman" w:eastAsia="標楷體" w:hAnsi="Times New Roman"/>
                <w:szCs w:val="24"/>
              </w:rPr>
              <w:t>→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三腳渡文史導覽</w:t>
            </w:r>
            <w:r w:rsidRPr="00234DC3">
              <w:rPr>
                <w:rFonts w:ascii="Times New Roman" w:eastAsia="標楷體" w:hAnsi="Times New Roman"/>
                <w:szCs w:val="24"/>
              </w:rPr>
              <w:t>→</w:t>
            </w:r>
            <w:r w:rsidRPr="00234DC3">
              <w:rPr>
                <w:rFonts w:ascii="Times New Roman" w:eastAsia="標楷體" w:hAnsi="標楷體" w:hint="eastAsia"/>
                <w:szCs w:val="24"/>
              </w:rPr>
              <w:t>返程</w:t>
            </w:r>
          </w:p>
        </w:tc>
        <w:tc>
          <w:tcPr>
            <w:tcW w:w="5902" w:type="dxa"/>
            <w:shd w:val="clear" w:color="auto" w:fill="EEECE1"/>
            <w:vAlign w:val="center"/>
          </w:tcPr>
          <w:p w:rsidR="00664F9B" w:rsidRPr="00234DC3" w:rsidRDefault="00664F9B" w:rsidP="00234DC3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4DC3">
              <w:rPr>
                <w:rFonts w:ascii="Times New Roman" w:eastAsia="標楷體" w:hAnsi="標楷體" w:hint="eastAsia"/>
                <w:szCs w:val="24"/>
              </w:rPr>
              <w:t>生態、鳥類、魚種、歷史、典故、風景等</w:t>
            </w:r>
          </w:p>
        </w:tc>
      </w:tr>
      <w:tr w:rsidR="00664F9B" w:rsidRPr="00234DC3" w:rsidTr="00234DC3">
        <w:trPr>
          <w:trHeight w:val="396"/>
          <w:jc w:val="center"/>
        </w:trPr>
        <w:tc>
          <w:tcPr>
            <w:tcW w:w="15536" w:type="dxa"/>
            <w:gridSpan w:val="4"/>
            <w:shd w:val="clear" w:color="auto" w:fill="EEECE1"/>
            <w:vAlign w:val="center"/>
          </w:tcPr>
          <w:p w:rsidR="00664F9B" w:rsidRPr="00234DC3" w:rsidRDefault="00664F9B" w:rsidP="00234DC3">
            <w:pPr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234DC3">
              <w:rPr>
                <w:rFonts w:ascii="Times New Roman" w:eastAsia="標楷體" w:hAnsi="Times New Roman" w:hint="eastAsia"/>
                <w:b/>
                <w:szCs w:val="24"/>
              </w:rPr>
              <w:t>備註：</w:t>
            </w:r>
            <w:r w:rsidRPr="00234DC3">
              <w:rPr>
                <w:rFonts w:ascii="Times New Roman" w:eastAsia="標楷體" w:hAnsi="Times New Roman"/>
                <w:b/>
                <w:szCs w:val="24"/>
              </w:rPr>
              <w:t>1.</w:t>
            </w:r>
            <w:r w:rsidRPr="00234DC3">
              <w:rPr>
                <w:rFonts w:ascii="Times New Roman" w:eastAsia="標楷體" w:hAnsi="Times New Roman" w:hint="eastAsia"/>
                <w:b/>
                <w:szCs w:val="24"/>
              </w:rPr>
              <w:t>各推薦遊程內容，視後續成效及預算彈性調整。</w:t>
            </w:r>
          </w:p>
          <w:p w:rsidR="00664F9B" w:rsidRPr="00234DC3" w:rsidRDefault="00664F9B" w:rsidP="00234DC3">
            <w:pPr>
              <w:jc w:val="both"/>
              <w:rPr>
                <w:rFonts w:ascii="Times New Roman" w:eastAsia="標楷體" w:hAnsi="標楷體"/>
                <w:b/>
                <w:szCs w:val="24"/>
              </w:rPr>
            </w:pPr>
            <w:r w:rsidRPr="00234DC3">
              <w:rPr>
                <w:rFonts w:ascii="Times New Roman" w:eastAsia="標楷體" w:hAnsi="Times New Roman"/>
                <w:b/>
                <w:szCs w:val="24"/>
              </w:rPr>
              <w:t xml:space="preserve">      2.</w:t>
            </w:r>
            <w:r w:rsidRPr="00234DC3">
              <w:rPr>
                <w:rFonts w:ascii="Times New Roman" w:eastAsia="標楷體" w:hAnsi="Times New Roman" w:hint="eastAsia"/>
                <w:b/>
                <w:szCs w:val="24"/>
              </w:rPr>
              <w:t>各遊程之保險事宜除乘船部分以外，其餘由各參與團體或人員自行辦理。</w:t>
            </w:r>
          </w:p>
        </w:tc>
      </w:tr>
    </w:tbl>
    <w:p w:rsidR="00664F9B" w:rsidRPr="006D355A" w:rsidRDefault="00664F9B" w:rsidP="006E72E5">
      <w:pPr>
        <w:widowControl/>
        <w:rPr>
          <w:rFonts w:ascii="Times New Roman" w:eastAsia="標楷體" w:hAnsi="Times New Roman"/>
          <w:b/>
          <w:sz w:val="28"/>
          <w:szCs w:val="28"/>
        </w:rPr>
        <w:sectPr w:rsidR="00664F9B" w:rsidRPr="006D355A" w:rsidSect="00E75F6E">
          <w:pgSz w:w="16838" w:h="11906" w:orient="landscape"/>
          <w:pgMar w:top="709" w:right="1440" w:bottom="709" w:left="1440" w:header="851" w:footer="992" w:gutter="0"/>
          <w:cols w:space="425"/>
          <w:docGrid w:type="linesAndChars" w:linePitch="360"/>
        </w:sectPr>
      </w:pPr>
    </w:p>
    <w:p w:rsidR="00664F9B" w:rsidRPr="00013A53" w:rsidRDefault="00664F9B" w:rsidP="00401B23">
      <w:pPr>
        <w:pStyle w:val="ListParagraph"/>
        <w:numPr>
          <w:ilvl w:val="0"/>
          <w:numId w:val="4"/>
        </w:numPr>
        <w:spacing w:line="480" w:lineRule="exact"/>
        <w:ind w:leftChars="0"/>
        <w:rPr>
          <w:rFonts w:ascii="Times New Roman" w:eastAsia="標楷體" w:hAnsi="Times New Roman"/>
          <w:b/>
          <w:sz w:val="28"/>
          <w:szCs w:val="28"/>
        </w:rPr>
      </w:pPr>
      <w:r w:rsidRPr="00013A53">
        <w:rPr>
          <w:rFonts w:ascii="Times New Roman" w:eastAsia="標楷體" w:hAnsi="標楷體" w:hint="eastAsia"/>
          <w:b/>
          <w:sz w:val="28"/>
          <w:szCs w:val="28"/>
        </w:rPr>
        <w:t>藍色公路校外教學推廣（對象：本市各公私立國小、國中、高中、高職及社區大學）</w:t>
      </w:r>
    </w:p>
    <w:p w:rsidR="00664F9B" w:rsidRPr="00013A53" w:rsidRDefault="00664F9B" w:rsidP="00C76B28">
      <w:pPr>
        <w:spacing w:line="480" w:lineRule="exact"/>
        <w:ind w:firstLineChars="200" w:firstLine="560"/>
        <w:rPr>
          <w:rFonts w:ascii="Times New Roman" w:eastAsia="標楷體" w:hAnsi="Times New Roman"/>
          <w:sz w:val="28"/>
          <w:szCs w:val="28"/>
        </w:rPr>
      </w:pPr>
      <w:r w:rsidRPr="00013A53">
        <w:rPr>
          <w:rFonts w:ascii="Times New Roman" w:eastAsia="標楷體" w:hAnsi="Times New Roman" w:hint="eastAsia"/>
          <w:sz w:val="28"/>
          <w:szCs w:val="28"/>
        </w:rPr>
        <w:t>於本市各級學校辦理藍色公路校外教學時，視航程搭配</w:t>
      </w:r>
      <w:r>
        <w:rPr>
          <w:rFonts w:ascii="Times New Roman" w:eastAsia="標楷體" w:hAnsi="Times New Roman" w:hint="eastAsia"/>
          <w:sz w:val="28"/>
          <w:szCs w:val="28"/>
        </w:rPr>
        <w:t>深度</w:t>
      </w:r>
      <w:r w:rsidRPr="00013A53">
        <w:rPr>
          <w:rFonts w:ascii="Times New Roman" w:eastAsia="標楷體" w:hAnsi="Times New Roman" w:hint="eastAsia"/>
          <w:sz w:val="28"/>
          <w:szCs w:val="28"/>
        </w:rPr>
        <w:t>的導覽解說，以達</w:t>
      </w:r>
      <w:r>
        <w:rPr>
          <w:rFonts w:ascii="Times New Roman" w:eastAsia="標楷體" w:hAnsi="Times New Roman" w:hint="eastAsia"/>
          <w:sz w:val="28"/>
          <w:szCs w:val="28"/>
        </w:rPr>
        <w:t>寓教於樂之</w:t>
      </w:r>
      <w:r w:rsidRPr="00013A53">
        <w:rPr>
          <w:rFonts w:ascii="Times New Roman" w:eastAsia="標楷體" w:hAnsi="Times New Roman" w:hint="eastAsia"/>
          <w:sz w:val="28"/>
          <w:szCs w:val="28"/>
        </w:rPr>
        <w:t>效，並依據不同環境、水域及年齡層組成等，規劃各式環境教育內容。</w:t>
      </w:r>
    </w:p>
    <w:p w:rsidR="00664F9B" w:rsidRPr="00013A53" w:rsidRDefault="00664F9B" w:rsidP="009146FE">
      <w:pPr>
        <w:pStyle w:val="ListParagraph"/>
        <w:numPr>
          <w:ilvl w:val="0"/>
          <w:numId w:val="1"/>
        </w:numPr>
        <w:spacing w:line="480" w:lineRule="exact"/>
        <w:ind w:leftChars="0"/>
        <w:rPr>
          <w:rFonts w:ascii="Times New Roman" w:eastAsia="標楷體" w:hAnsi="Times New Roman"/>
          <w:b/>
          <w:sz w:val="28"/>
          <w:szCs w:val="28"/>
        </w:rPr>
      </w:pPr>
      <w:r w:rsidRPr="00013A53">
        <w:rPr>
          <w:rFonts w:ascii="Times New Roman" w:eastAsia="標楷體" w:hAnsi="Times New Roman" w:hint="eastAsia"/>
          <w:b/>
          <w:sz w:val="28"/>
          <w:szCs w:val="28"/>
        </w:rPr>
        <w:t>辦理程序</w:t>
      </w:r>
    </w:p>
    <w:p w:rsidR="00664F9B" w:rsidRPr="00013A53" w:rsidRDefault="00664F9B" w:rsidP="006741D5">
      <w:pPr>
        <w:spacing w:line="480" w:lineRule="exact"/>
        <w:ind w:firstLineChars="200" w:firstLine="560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>本計畫</w:t>
      </w:r>
      <w:r w:rsidRPr="00013A53">
        <w:rPr>
          <w:rFonts w:ascii="Times New Roman" w:eastAsia="標楷體" w:hAnsi="Times New Roman" w:hint="eastAsia"/>
          <w:sz w:val="28"/>
          <w:szCs w:val="28"/>
        </w:rPr>
        <w:t>採</w:t>
      </w:r>
      <w:r w:rsidRPr="00013A53">
        <w:rPr>
          <w:rFonts w:ascii="Times New Roman" w:eastAsia="標楷體" w:hAnsi="Times New Roman"/>
          <w:sz w:val="28"/>
          <w:szCs w:val="28"/>
        </w:rPr>
        <w:t>2</w:t>
      </w:r>
      <w:r w:rsidRPr="00013A53">
        <w:rPr>
          <w:rFonts w:ascii="Times New Roman" w:eastAsia="標楷體" w:hAnsi="Times New Roman" w:hint="eastAsia"/>
          <w:sz w:val="28"/>
          <w:szCs w:val="28"/>
        </w:rPr>
        <w:t>類方式執行，分別為「藍色公路結合周邊環境導覽之套裝遊程（一般民眾）」</w:t>
      </w:r>
      <w:r>
        <w:rPr>
          <w:rFonts w:ascii="Times New Roman" w:eastAsia="標楷體" w:hAnsi="Times New Roman" w:hint="eastAsia"/>
          <w:sz w:val="28"/>
          <w:szCs w:val="28"/>
        </w:rPr>
        <w:t>、「藍色公路校外教學推廣（本市各級學校）」，各方式執行流程圖如圖一所示。</w:t>
      </w:r>
    </w:p>
    <w:p w:rsidR="00664F9B" w:rsidRPr="00013A53" w:rsidRDefault="00664F9B" w:rsidP="00B4733D">
      <w:pPr>
        <w:pStyle w:val="ListParagraph"/>
        <w:numPr>
          <w:ilvl w:val="0"/>
          <w:numId w:val="3"/>
        </w:numPr>
        <w:spacing w:beforeLines="50" w:afterLines="50" w:line="480" w:lineRule="exact"/>
        <w:ind w:leftChars="0"/>
        <w:rPr>
          <w:rFonts w:ascii="Times New Roman" w:eastAsia="標楷體" w:hAnsi="Times New Roman"/>
          <w:sz w:val="28"/>
          <w:szCs w:val="28"/>
        </w:rPr>
      </w:pPr>
      <w:r w:rsidRPr="00013A53">
        <w:rPr>
          <w:rFonts w:ascii="Times New Roman" w:eastAsia="標楷體" w:hAnsi="標楷體" w:hint="eastAsia"/>
          <w:b/>
          <w:sz w:val="28"/>
          <w:szCs w:val="28"/>
        </w:rPr>
        <w:t>藍色公路結合周邊環境導覽之套裝遊程（一般民眾）</w:t>
      </w:r>
    </w:p>
    <w:p w:rsidR="00664F9B" w:rsidRPr="00013A53" w:rsidRDefault="00664F9B" w:rsidP="00B4733D">
      <w:pPr>
        <w:spacing w:beforeLines="50" w:afterLines="50" w:line="480" w:lineRule="exact"/>
        <w:rPr>
          <w:rFonts w:ascii="Times New Roman" w:eastAsia="標楷體" w:hAnsi="Times New Roman"/>
          <w:color w:val="FF0000"/>
          <w:sz w:val="28"/>
          <w:szCs w:val="28"/>
        </w:rPr>
      </w:pPr>
      <w:r>
        <w:rPr>
          <w:noProof/>
        </w:rPr>
        <w:pict>
          <v:rect id="Rectangle 271" o:spid="_x0000_s1027" style="position:absolute;margin-left:322.4pt;margin-top:23.75pt;width:118.55pt;height:39.5pt;z-index:251677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" filled="f" stroked="f">
            <v:textbox>
              <w:txbxContent>
                <w:p w:rsidR="00664F9B" w:rsidRPr="00C84F2C" w:rsidRDefault="00664F9B" w:rsidP="00E534D2">
                  <w:pPr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/>
                      <w:sz w:val="28"/>
                      <w:szCs w:val="28"/>
                    </w:rPr>
                    <w:t>(</w:t>
                  </w:r>
                  <w:r w:rsidRPr="00C84F2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提供導覽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講師</w:t>
                  </w:r>
                  <w:r>
                    <w:rPr>
                      <w:rFonts w:ascii="標楷體" w:eastAsia="標楷體" w:hAnsi="標楷體"/>
                      <w:sz w:val="28"/>
                      <w:szCs w:val="28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70" o:spid="_x0000_s1028" style="position:absolute;margin-left:229.2pt;margin-top:12.8pt;width:115.75pt;height:38.1pt;z-index:251676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sQNuAIAALo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" filled="f" stroked="f">
            <v:textbox>
              <w:txbxContent>
                <w:p w:rsidR="00664F9B" w:rsidRPr="00C84F2C" w:rsidRDefault="00664F9B" w:rsidP="00E534D2">
                  <w:pPr>
                    <w:rPr>
                      <w:sz w:val="28"/>
                      <w:szCs w:val="28"/>
                    </w:rPr>
                  </w:pPr>
                  <w:r w:rsidRPr="00C84F2C">
                    <w:rPr>
                      <w:rFonts w:eastAsia="標楷體" w:hint="eastAsia"/>
                      <w:color w:val="000000"/>
                      <w:sz w:val="28"/>
                      <w:szCs w:val="28"/>
                    </w:rPr>
                    <w:t>環境教育團體</w:t>
                  </w:r>
                </w:p>
              </w:txbxContent>
            </v:textbox>
          </v:rect>
        </w:pict>
      </w:r>
      <w:r>
        <w:rPr>
          <w:noProof/>
        </w:rPr>
        <w:pict>
          <v:shape id="Text Box 268" o:spid="_x0000_s1029" type="#_x0000_t202" style="position:absolute;margin-left:212.95pt;margin-top:16.65pt;width:235.75pt;height:63.5pt;z-index:251674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">
            <v:shadow color="black"/>
            <v:textbox inset="0,0,0,0">
              <w:txbxContent>
                <w:p w:rsidR="00664F9B" w:rsidRDefault="00664F9B" w:rsidP="00E534D2">
                  <w:pPr>
                    <w:spacing w:before="180"/>
                    <w:rPr>
                      <w:rFonts w:eastAsia="標楷體"/>
                      <w:color w:val="000000"/>
                      <w:sz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</w:rPr>
                    <w:t xml:space="preserve">   </w:t>
                  </w:r>
                </w:p>
                <w:p w:rsidR="00664F9B" w:rsidRPr="00980E9B" w:rsidRDefault="00664F9B" w:rsidP="00E534D2">
                  <w:pPr>
                    <w:spacing w:before="180"/>
                    <w:jc w:val="center"/>
                    <w:rPr>
                      <w:rFonts w:eastAsia="標楷體"/>
                      <w:color w:val="000000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261" o:spid="_x0000_s1030" type="#_x0000_t202" style="position:absolute;margin-left:24.2pt;margin-top:16.65pt;width:176.75pt;height:61.75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">
            <v:shadow color="black"/>
            <v:textbox inset="0,0,0,0">
              <w:txbxContent>
                <w:p w:rsidR="00664F9B" w:rsidRPr="00C84F2C" w:rsidRDefault="00664F9B" w:rsidP="00E534D2">
                  <w:pPr>
                    <w:spacing w:before="180"/>
                    <w:jc w:val="center"/>
                    <w:rPr>
                      <w:rFonts w:eastAsia="標楷體"/>
                      <w:color w:val="000000"/>
                      <w:sz w:val="28"/>
                      <w:szCs w:val="28"/>
                    </w:rPr>
                  </w:pPr>
                  <w:r w:rsidRPr="00C84F2C">
                    <w:rPr>
                      <w:rFonts w:eastAsia="標楷體" w:hint="eastAsia"/>
                      <w:color w:val="000000"/>
                      <w:sz w:val="28"/>
                      <w:szCs w:val="28"/>
                    </w:rPr>
                    <w:t>藍色公路業者</w:t>
                  </w:r>
                  <w:r w:rsidRPr="00C84F2C">
                    <w:rPr>
                      <w:rFonts w:ascii="Times New Roman" w:eastAsia="標楷體" w:hAnsi="Times New Roman"/>
                      <w:color w:val="000000"/>
                      <w:sz w:val="28"/>
                      <w:szCs w:val="28"/>
                    </w:rPr>
                    <w:t>(</w:t>
                  </w:r>
                  <w:r w:rsidRPr="00C84F2C">
                    <w:rPr>
                      <w:rFonts w:ascii="Times New Roman" w:eastAsia="標楷體" w:hint="eastAsia"/>
                      <w:color w:val="000000"/>
                      <w:sz w:val="28"/>
                      <w:szCs w:val="28"/>
                    </w:rPr>
                    <w:t>提供航程</w:t>
                  </w:r>
                  <w:r w:rsidRPr="00C84F2C">
                    <w:rPr>
                      <w:rFonts w:ascii="Times New Roman" w:eastAsia="標楷體" w:hAnsi="Times New Roman"/>
                      <w:color w:val="000000"/>
                      <w:sz w:val="28"/>
                      <w:szCs w:val="28"/>
                    </w:rPr>
                    <w:t>)</w:t>
                  </w:r>
                </w:p>
                <w:p w:rsidR="00664F9B" w:rsidRPr="00980E9B" w:rsidRDefault="00664F9B" w:rsidP="00E534D2">
                  <w:pPr>
                    <w:spacing w:before="180"/>
                    <w:jc w:val="center"/>
                    <w:rPr>
                      <w:rFonts w:eastAsia="標楷體"/>
                      <w:color w:val="000000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76" o:spid="_x0000_s1031" type="#_x0000_t32" style="position:absolute;margin-left:225.7pt;margin-top:29.35pt;width:11.25pt;height: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S0uIA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"/>
        </w:pict>
      </w:r>
      <w:r>
        <w:rPr>
          <w:noProof/>
        </w:rPr>
        <w:pict>
          <v:shape id="AutoShape 275" o:spid="_x0000_s1032" type="#_x0000_t32" style="position:absolute;margin-left:225.1pt;margin-top:29.35pt;width:0;height:35.3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dolIAIAAD0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"/>
        </w:pict>
      </w:r>
    </w:p>
    <w:p w:rsidR="00664F9B" w:rsidRPr="00013A53" w:rsidRDefault="00664F9B" w:rsidP="004A757E">
      <w:pPr>
        <w:pStyle w:val="ListParagraph"/>
        <w:spacing w:beforeLines="50" w:afterLines="50" w:line="480" w:lineRule="exact"/>
        <w:ind w:leftChars="0" w:left="1669"/>
        <w:rPr>
          <w:rFonts w:ascii="Times New Roman" w:eastAsia="標楷體" w:hAnsi="Times New Roman"/>
          <w:color w:val="FF0000"/>
          <w:sz w:val="28"/>
          <w:szCs w:val="28"/>
        </w:rPr>
      </w:pPr>
      <w:r>
        <w:rPr>
          <w:noProof/>
        </w:rPr>
        <w:pict>
          <v:rect id="Rectangle 269" o:spid="_x0000_s1033" style="position:absolute;left:0;text-align:left;margin-left:228.5pt;margin-top:5.55pt;width:115.75pt;height:38.1pt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QbBuQIAALo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" filled="f" stroked="f">
            <v:textbox>
              <w:txbxContent>
                <w:p w:rsidR="00664F9B" w:rsidRPr="00C84F2C" w:rsidRDefault="00664F9B" w:rsidP="00E534D2">
                  <w:pPr>
                    <w:rPr>
                      <w:sz w:val="28"/>
                      <w:szCs w:val="28"/>
                    </w:rPr>
                  </w:pPr>
                  <w:r w:rsidRPr="00C84F2C">
                    <w:rPr>
                      <w:rFonts w:eastAsia="標楷體" w:hint="eastAsia"/>
                      <w:color w:val="000000"/>
                      <w:sz w:val="28"/>
                      <w:szCs w:val="28"/>
                    </w:rPr>
                    <w:t>導覽人員團體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277" o:spid="_x0000_s1034" type="#_x0000_t32" style="position:absolute;left:0;text-align:left;margin-left:225.1pt;margin-top:31.65pt;width:11.85pt;height: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"/>
        </w:pict>
      </w:r>
    </w:p>
    <w:p w:rsidR="00664F9B" w:rsidRPr="00013A53" w:rsidRDefault="00664F9B" w:rsidP="00B4733D">
      <w:pPr>
        <w:pStyle w:val="ListParagraph"/>
        <w:spacing w:beforeLines="50" w:afterLines="50" w:line="480" w:lineRule="exact"/>
        <w:ind w:leftChars="0" w:left="1669"/>
        <w:rPr>
          <w:rFonts w:ascii="Times New Roman" w:eastAsia="標楷體" w:hAnsi="Times New Roman"/>
          <w:color w:val="FF0000"/>
          <w:sz w:val="28"/>
          <w:szCs w:val="28"/>
        </w:rPr>
      </w:pPr>
      <w:r>
        <w:rPr>
          <w:noProof/>
        </w:rPr>
        <w:pict>
          <v:shape id="AutoShape 274" o:spid="_x0000_s1035" type="#_x0000_t32" style="position:absolute;left:0;text-align:left;margin-left:265.2pt;margin-top:14.15pt;width:0;height:14.85pt;z-index:251680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6ZKHwIAAD0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"/>
        </w:pict>
      </w:r>
      <w:r>
        <w:rPr>
          <w:noProof/>
        </w:rPr>
        <w:pict>
          <v:shape id="AutoShape 273" o:spid="_x0000_s1036" type="#_x0000_t32" style="position:absolute;left:0;text-align:left;margin-left:154.35pt;margin-top:14.15pt;width:0;height:14.85pt;z-index:251679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"/>
        </w:pict>
      </w:r>
      <w:r>
        <w:rPr>
          <w:noProof/>
        </w:rPr>
        <w:pict>
          <v:shape id="AutoShape 272" o:spid="_x0000_s1037" type="#_x0000_t32" style="position:absolute;left:0;text-align:left;margin-left:154.35pt;margin-top:29pt;width:110.85pt;height:0;z-index:251678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"/>
        </w:pict>
      </w:r>
      <w:r>
        <w:rPr>
          <w:noProof/>
        </w:rPr>
        <w:pict>
          <v:line id="Line 259" o:spid="_x0000_s1038" style="position:absolute;left:0;text-align:left;flip:x;z-index:251666944;visibility:visible" from="208.95pt,29pt" to="208.95pt,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">
            <v:stroke endarrow="classic"/>
            <v:shadow color="black"/>
          </v:line>
        </w:pict>
      </w:r>
    </w:p>
    <w:p w:rsidR="00664F9B" w:rsidRPr="00013A53" w:rsidRDefault="00664F9B" w:rsidP="00B4733D">
      <w:pPr>
        <w:pStyle w:val="ListParagraph"/>
        <w:spacing w:beforeLines="50" w:afterLines="50" w:line="480" w:lineRule="exact"/>
        <w:ind w:leftChars="0" w:left="1669"/>
        <w:rPr>
          <w:rFonts w:ascii="Times New Roman" w:eastAsia="標楷體" w:hAnsi="Times New Roman"/>
          <w:color w:val="FF0000"/>
          <w:sz w:val="28"/>
          <w:szCs w:val="28"/>
        </w:rPr>
      </w:pPr>
      <w:r>
        <w:rPr>
          <w:noProof/>
        </w:rPr>
        <w:pict>
          <v:shape id="Text Box 263" o:spid="_x0000_s1039" type="#_x0000_t202" style="position:absolute;left:0;text-align:left;margin-left:140.95pt;margin-top:14.65pt;width:141.15pt;height:34.65pt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">
            <v:shadow color="black"/>
            <v:textbox inset="0,0,0,0">
              <w:txbxContent>
                <w:p w:rsidR="00664F9B" w:rsidRPr="00C84F2C" w:rsidRDefault="00664F9B" w:rsidP="00E534D2">
                  <w:pPr>
                    <w:jc w:val="center"/>
                    <w:rPr>
                      <w:rFonts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  <w:szCs w:val="28"/>
                    </w:rPr>
                    <w:t>套裝航程</w:t>
                  </w:r>
                  <w:r w:rsidRPr="00C84F2C">
                    <w:rPr>
                      <w:rFonts w:ascii="Times New Roman" w:eastAsia="標楷體" w:hAnsi="Times New Roman"/>
                      <w:color w:val="000000"/>
                      <w:sz w:val="28"/>
                      <w:szCs w:val="28"/>
                    </w:rPr>
                    <w:t>(</w:t>
                  </w:r>
                  <w:r>
                    <w:rPr>
                      <w:rFonts w:ascii="Times New Roman" w:eastAsia="標楷體" w:hint="eastAsia"/>
                      <w:color w:val="000000"/>
                      <w:sz w:val="28"/>
                      <w:szCs w:val="28"/>
                    </w:rPr>
                    <w:t>各</w:t>
                  </w:r>
                  <w:r w:rsidRPr="00C84F2C">
                    <w:rPr>
                      <w:rFonts w:ascii="Times New Roman" w:eastAsia="標楷體" w:hint="eastAsia"/>
                      <w:color w:val="000000"/>
                      <w:sz w:val="28"/>
                      <w:szCs w:val="28"/>
                    </w:rPr>
                    <w:t>梯次公告</w:t>
                  </w:r>
                  <w:r w:rsidRPr="00C84F2C">
                    <w:rPr>
                      <w:rFonts w:ascii="Times New Roman" w:eastAsia="標楷體" w:hAnsi="Times New Roman"/>
                      <w:color w:val="000000"/>
                      <w:sz w:val="28"/>
                      <w:szCs w:val="28"/>
                    </w:rPr>
                    <w:t>)</w:t>
                  </w:r>
                </w:p>
              </w:txbxContent>
            </v:textbox>
          </v:shape>
        </w:pict>
      </w:r>
    </w:p>
    <w:p w:rsidR="00664F9B" w:rsidRPr="00013A53" w:rsidRDefault="00664F9B" w:rsidP="00B4733D">
      <w:pPr>
        <w:pStyle w:val="ListParagraph"/>
        <w:spacing w:beforeLines="50" w:afterLines="50" w:line="480" w:lineRule="exact"/>
        <w:ind w:leftChars="0" w:left="1669"/>
        <w:rPr>
          <w:rFonts w:ascii="Times New Roman" w:eastAsia="標楷體" w:hAnsi="Times New Roman"/>
          <w:color w:val="FF0000"/>
          <w:sz w:val="28"/>
          <w:szCs w:val="28"/>
        </w:rPr>
      </w:pPr>
      <w:r>
        <w:rPr>
          <w:noProof/>
        </w:rPr>
        <w:pict>
          <v:group id="Group 265" o:spid="_x0000_s1040" style="position:absolute;left:0;text-align:left;margin-left:322.4pt;margin-top:16.3pt;width:123.6pt;height:51pt;z-index:251673088" coordorigin="8175,9791" coordsize="2472,1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266" o:spid="_x0000_s1041" type="#_x0000_t4" style="position:absolute;left:8175;top:9791;width:2472;height:10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ZKucAA&#10;AADbAAAADwAAAGRycy9kb3ducmV2LnhtbERP3WrCMBS+H+wdwhl4N9MNGdKZljEYiHpj9QHOmmNT&#10;bU5qkrX17c3FwMuP739VTrYTA/nQOlbwNs9AENdOt9woOB5+XpcgQkTW2DkmBTcKUBbPTyvMtRt5&#10;T0MVG5FCOOSowMTY51KG2pDFMHc9ceJOzluMCfpGao9jCredfM+yD2mx5dRgsKdvQ/Wl+rMKzr+9&#10;GXfL6ymraj/Izc6vr/utUrOX6esTRKQpPsT/7rVWsEhj05f0A2R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5ZKucAAAADbAAAADwAAAAAAAAAAAAAAAACYAgAAZHJzL2Rvd25y&#10;ZXYueG1sUEsFBgAAAAAEAAQA9QAAAIUDAAAAAA==&#10;">
              <v:textbox>
                <w:txbxContent>
                  <w:p w:rsidR="00664F9B" w:rsidRPr="00D13390" w:rsidRDefault="00664F9B" w:rsidP="00E534D2"/>
                </w:txbxContent>
              </v:textbox>
            </v:shape>
            <v:rect id="Rectangle 267" o:spid="_x0000_s1042" style="position:absolute;left:8654;top:9872;width:1890;height:7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Vxn8QA&#10;AADbAAAADwAAAGRycy9kb3ducmV2LnhtbESPQWvCQBSE7wX/w/IEL6IbpRRNXUUEMUhBjNbzI/ua&#10;hGbfxuyapP++WxB6HGbmG2a16U0lWmpcaVnBbBqBIM6sLjlXcL3sJwsQziNrrCyTgh9ysFkPXlYY&#10;a9vxmdrU5yJA2MWooPC+jqV0WUEG3dTWxMH7so1BH2STS91gF+CmkvMoepMGSw4LBda0Kyj7Th9G&#10;QZed2tvl4yBP41ti+Z7cd+nnUanRsN++g/DU+//ws51oBa9L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FcZ/EAAAA2wAAAA8AAAAAAAAAAAAAAAAAmAIAAGRycy9k&#10;b3ducmV2LnhtbFBLBQYAAAAABAAEAPUAAACJAwAAAAA=&#10;" filled="f" stroked="f">
              <v:textbox>
                <w:txbxContent>
                  <w:p w:rsidR="00664F9B" w:rsidRPr="00BB23C9" w:rsidRDefault="00664F9B" w:rsidP="00E534D2">
                    <w:pPr>
                      <w:rPr>
                        <w:rFonts w:ascii="標楷體" w:eastAsia="標楷體" w:hAnsi="標楷體"/>
                        <w:sz w:val="28"/>
                        <w:szCs w:val="28"/>
                      </w:rPr>
                    </w:pPr>
                    <w:r>
                      <w:rPr>
                        <w:rFonts w:ascii="標楷體" w:eastAsia="標楷體" w:hAnsi="標楷體" w:hint="eastAsia"/>
                        <w:sz w:val="28"/>
                        <w:szCs w:val="28"/>
                      </w:rPr>
                      <w:t>民眾報名</w:t>
                    </w:r>
                  </w:p>
                  <w:p w:rsidR="00664F9B" w:rsidRPr="00D13390" w:rsidRDefault="00664F9B" w:rsidP="00E534D2">
                    <w:pPr>
                      <w:rPr>
                        <w:szCs w:val="28"/>
                      </w:rPr>
                    </w:pPr>
                  </w:p>
                </w:txbxContent>
              </v:textbox>
            </v:rect>
          </v:group>
        </w:pict>
      </w:r>
      <w:r>
        <w:rPr>
          <w:noProof/>
        </w:rPr>
        <w:pict>
          <v:line id="Line 260" o:spid="_x0000_s1043" style="position:absolute;left:0;text-align:left;z-index:251667968;visibility:visible" from="208.95pt,16.3pt" to="208.9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">
            <v:stroke endarrow="classic"/>
          </v:line>
        </w:pict>
      </w:r>
    </w:p>
    <w:p w:rsidR="00664F9B" w:rsidRPr="00013A53" w:rsidRDefault="00664F9B" w:rsidP="009F31C7">
      <w:pPr>
        <w:widowControl/>
        <w:spacing w:line="480" w:lineRule="exact"/>
        <w:rPr>
          <w:rFonts w:ascii="Times New Roman" w:eastAsia="標楷體" w:hAnsi="Times New Roman"/>
          <w:color w:val="FF0000"/>
          <w:sz w:val="28"/>
          <w:szCs w:val="28"/>
        </w:rPr>
      </w:pPr>
      <w:r>
        <w:rPr>
          <w:noProof/>
        </w:rPr>
        <w:pict>
          <v:rect id="Rectangle 258" o:spid="_x0000_s1044" style="position:absolute;margin-left:122.3pt;margin-top:86.85pt;width:178.45pt;height:35.2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" filled="f" stroked="f">
            <v:textbox>
              <w:txbxContent>
                <w:p w:rsidR="00664F9B" w:rsidRPr="00170BE0" w:rsidRDefault="00664F9B" w:rsidP="00E534D2">
                  <w:pPr>
                    <w:widowControl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圖一</w:t>
                  </w:r>
                  <w:r w:rsidRPr="00170BE0">
                    <w:rPr>
                      <w:rFonts w:ascii="標楷體" w:eastAsia="標楷體" w:hAnsi="標楷體" w:hint="eastAsia"/>
                      <w:szCs w:val="24"/>
                    </w:rPr>
                    <w:t>：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套裝航程導覽</w:t>
                  </w:r>
                  <w:r w:rsidRPr="00170BE0">
                    <w:rPr>
                      <w:rFonts w:ascii="標楷體" w:eastAsia="標楷體" w:hAnsi="標楷體" w:hint="eastAsia"/>
                      <w:szCs w:val="24"/>
                    </w:rPr>
                    <w:t>作業流程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264" o:spid="_x0000_s1045" type="#_x0000_t32" style="position:absolute;margin-left:208.95pt;margin-top:7.65pt;width:113.45pt;height:0;flip:x;z-index:251672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">
            <v:stroke dashstyle="dash" endarrow="block"/>
          </v:shape>
        </w:pict>
      </w:r>
      <w:r>
        <w:rPr>
          <w:noProof/>
        </w:rPr>
        <w:pict>
          <v:shape id="Text Box 262" o:spid="_x0000_s1046" type="#_x0000_t202" style="position:absolute;margin-left:125.5pt;margin-top:39.55pt;width:167.9pt;height:34.65pt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">
            <v:shadow color="black"/>
            <v:textbox inset="0,0,0,0">
              <w:txbxContent>
                <w:p w:rsidR="00664F9B" w:rsidRPr="00C84F2C" w:rsidRDefault="00664F9B" w:rsidP="00E534D2">
                  <w:pPr>
                    <w:pStyle w:val="BodyTex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rFonts w:hint="eastAsia"/>
                      <w:color w:val="000000"/>
                      <w:sz w:val="28"/>
                      <w:szCs w:val="28"/>
                    </w:rPr>
                    <w:t>民眾體驗遊程</w:t>
                  </w:r>
                </w:p>
              </w:txbxContent>
            </v:textbox>
          </v:shape>
        </w:pict>
      </w:r>
      <w:r w:rsidRPr="00013A53">
        <w:rPr>
          <w:rFonts w:ascii="Times New Roman" w:eastAsia="標楷體" w:hAnsi="Times New Roman"/>
          <w:color w:val="FF0000"/>
          <w:sz w:val="28"/>
          <w:szCs w:val="28"/>
        </w:rPr>
        <w:br w:type="page"/>
      </w:r>
    </w:p>
    <w:p w:rsidR="00664F9B" w:rsidRPr="00013A53" w:rsidRDefault="00664F9B" w:rsidP="004A757E">
      <w:pPr>
        <w:pStyle w:val="ListParagraph"/>
        <w:numPr>
          <w:ilvl w:val="0"/>
          <w:numId w:val="3"/>
        </w:numPr>
        <w:spacing w:beforeLines="50" w:afterLines="50" w:line="480" w:lineRule="exact"/>
        <w:ind w:leftChars="0"/>
        <w:rPr>
          <w:rFonts w:ascii="Times New Roman" w:eastAsia="標楷體" w:hAnsi="Times New Roman"/>
          <w:b/>
          <w:sz w:val="28"/>
          <w:szCs w:val="28"/>
        </w:rPr>
      </w:pPr>
      <w:r w:rsidRPr="00013A53">
        <w:rPr>
          <w:rFonts w:ascii="Times New Roman" w:eastAsia="標楷體" w:hAnsi="標楷體" w:hint="eastAsia"/>
          <w:b/>
          <w:sz w:val="28"/>
          <w:szCs w:val="28"/>
        </w:rPr>
        <w:t>藍色公路校外教學推廣（本市各級學校）</w:t>
      </w:r>
    </w:p>
    <w:p w:rsidR="00664F9B" w:rsidRPr="00013A53" w:rsidRDefault="00664F9B" w:rsidP="00C76B28">
      <w:pPr>
        <w:spacing w:line="480" w:lineRule="exact"/>
        <w:ind w:firstLineChars="200" w:firstLine="560"/>
        <w:rPr>
          <w:rFonts w:ascii="Times New Roman" w:eastAsia="標楷體" w:hAnsi="Times New Roman"/>
          <w:sz w:val="28"/>
          <w:szCs w:val="28"/>
        </w:rPr>
      </w:pPr>
      <w:r w:rsidRPr="00013A53">
        <w:rPr>
          <w:rFonts w:ascii="Times New Roman" w:eastAsia="標楷體" w:hAnsi="標楷體" w:hint="eastAsia"/>
          <w:sz w:val="28"/>
          <w:szCs w:val="28"/>
        </w:rPr>
        <w:t>本市各國小、國中、高中、高職及社區大學每學期校外教學規劃，採藍色公路航程結合本計畫深度導覽方式，達到寓教於樂之效</w:t>
      </w:r>
      <w:r>
        <w:rPr>
          <w:rFonts w:ascii="Times New Roman" w:eastAsia="標楷體" w:hAnsi="標楷體" w:hint="eastAsia"/>
          <w:sz w:val="28"/>
          <w:szCs w:val="28"/>
        </w:rPr>
        <w:t>；其推廣作業流程，如圖二所示。</w:t>
      </w:r>
    </w:p>
    <w:p w:rsidR="00664F9B" w:rsidRPr="00013A53" w:rsidRDefault="00664F9B" w:rsidP="009F31C7">
      <w:pPr>
        <w:widowControl/>
        <w:spacing w:line="480" w:lineRule="exact"/>
        <w:rPr>
          <w:rFonts w:ascii="Times New Roman" w:eastAsia="標楷體" w:hAnsi="Times New Roman"/>
          <w:color w:val="FF0000"/>
          <w:sz w:val="28"/>
          <w:szCs w:val="28"/>
        </w:rPr>
      </w:pPr>
      <w:r>
        <w:rPr>
          <w:noProof/>
        </w:rPr>
        <w:pict>
          <v:line id="Line 121" o:spid="_x0000_s1047" style="position:absolute;z-index:251642368;visibility:visible" from="157.25pt,343.55pt" to="157.25pt,4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">
            <v:stroke endarrow="classic"/>
          </v:line>
        </w:pict>
      </w:r>
      <w:r>
        <w:rPr>
          <w:noProof/>
        </w:rPr>
        <w:pict>
          <v:shape id="AutoShape 214" o:spid="_x0000_s1048" type="#_x0000_t32" style="position:absolute;margin-left:228.5pt;margin-top:315.25pt;width:31.75pt;height:0;flip:x;z-index:251634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">
            <v:stroke dashstyle="dash" endarrow="block"/>
          </v:shape>
        </w:pict>
      </w:r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AutoShape 129" o:spid="_x0000_s1049" type="#_x0000_t110" style="position:absolute;margin-left:85.5pt;margin-top:4in;width:143.8pt;height:54.6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">
            <v:shadow color="black"/>
            <v:textbox inset="0,0,0,0">
              <w:txbxContent>
                <w:p w:rsidR="00664F9B" w:rsidRPr="00980E9B" w:rsidRDefault="00664F9B" w:rsidP="007D4801">
                  <w:pPr>
                    <w:rPr>
                      <w:rFonts w:eastAsia="標楷體"/>
                      <w:color w:val="000000"/>
                      <w:sz w:val="32"/>
                    </w:rPr>
                  </w:pPr>
                  <w:r w:rsidRPr="00980E9B">
                    <w:rPr>
                      <w:rFonts w:eastAsia="標楷體" w:hint="eastAsia"/>
                      <w:color w:val="000000"/>
                      <w:sz w:val="32"/>
                    </w:rPr>
                    <w:t>體驗遊</w:t>
                  </w:r>
                  <w:r>
                    <w:rPr>
                      <w:rFonts w:eastAsia="標楷體" w:hint="eastAsia"/>
                      <w:color w:val="000000"/>
                      <w:sz w:val="32"/>
                    </w:rPr>
                    <w:t>程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328" o:spid="_x0000_s1050" style="position:absolute;margin-left:340.4pt;margin-top:294.15pt;width:117.1pt;height:38.7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GcjtwIAALs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" filled="f" stroked="f">
            <v:textbox>
              <w:txbxContent>
                <w:p w:rsidR="00664F9B" w:rsidRPr="00CC1B29" w:rsidRDefault="00664F9B">
                  <w:pPr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/>
                      <w:sz w:val="28"/>
                      <w:szCs w:val="28"/>
                    </w:rPr>
                    <w:t>(</w:t>
                  </w:r>
                  <w:r w:rsidRPr="00CC1B29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提供導覽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講師</w:t>
                  </w:r>
                  <w:r>
                    <w:rPr>
                      <w:rFonts w:ascii="標楷體" w:eastAsia="標楷體" w:hAnsi="標楷體"/>
                      <w:sz w:val="28"/>
                      <w:szCs w:val="28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</w:rPr>
        <w:pict>
          <v:line id="Line 115" o:spid="_x0000_s1051" style="position:absolute;z-index:251654656;visibility:visible" from="256.55pt,386.5pt" to="256.55pt,4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">
            <v:stroke endarrow="classic"/>
          </v:line>
        </w:pict>
      </w:r>
      <w:r>
        <w:rPr>
          <w:noProof/>
        </w:rPr>
        <w:pict>
          <v:rect id="Rectangle 133" o:spid="_x0000_s1052" style="position:absolute;margin-left:91.3pt;margin-top:592.2pt;width:230.6pt;height:35.25pt;z-index:251636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DtWuAIAALs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" filled="f" stroked="f">
            <v:textbox>
              <w:txbxContent>
                <w:p w:rsidR="00664F9B" w:rsidRPr="00170BE0" w:rsidRDefault="00664F9B" w:rsidP="00E12A74">
                  <w:pPr>
                    <w:widowControl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圖二</w:t>
                  </w:r>
                  <w:r w:rsidRPr="00170BE0">
                    <w:rPr>
                      <w:rFonts w:ascii="標楷體" w:eastAsia="標楷體" w:hAnsi="標楷體" w:hint="eastAsia"/>
                      <w:szCs w:val="24"/>
                    </w:rPr>
                    <w:t>：</w:t>
                  </w:r>
                  <w:r w:rsidRPr="002D3371">
                    <w:rPr>
                      <w:rFonts w:ascii="標楷體" w:eastAsia="標楷體" w:hAnsi="標楷體" w:hint="eastAsia"/>
                      <w:szCs w:val="24"/>
                    </w:rPr>
                    <w:t>藍色公路校外教學推廣</w:t>
                  </w:r>
                  <w:r w:rsidRPr="00170BE0">
                    <w:rPr>
                      <w:rFonts w:ascii="標楷體" w:eastAsia="標楷體" w:hAnsi="標楷體" w:hint="eastAsia"/>
                      <w:szCs w:val="24"/>
                    </w:rPr>
                    <w:t>作業流程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23" o:spid="_x0000_s1053" style="position:absolute;margin-left:245.9pt;margin-top:279.6pt;width:202.1pt;height:72.3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">
            <v:textbox>
              <w:txbxContent>
                <w:p w:rsidR="00664F9B" w:rsidRPr="00CC1B29" w:rsidRDefault="00664F9B">
                  <w:pPr>
                    <w:rPr>
                      <w:rFonts w:ascii="標楷體" w:eastAsia="標楷體" w:hAnsi="標楷體"/>
                      <w:sz w:val="32"/>
                      <w:szCs w:val="32"/>
                    </w:rPr>
                  </w:pPr>
                  <w:r>
                    <w:rPr>
                      <w:rFonts w:ascii="標楷體" w:eastAsia="標楷體" w:hAnsi="標楷體"/>
                      <w:sz w:val="28"/>
                      <w:szCs w:val="28"/>
                    </w:rPr>
                    <w:t xml:space="preserve"> </w:t>
                  </w:r>
                  <w:r w:rsidRPr="00CC1B29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環境教育團體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24" o:spid="_x0000_s1054" style="position:absolute;margin-left:252.1pt;margin-top:309.1pt;width:118.85pt;height:36.7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" stroked="f">
            <v:textbox>
              <w:txbxContent>
                <w:p w:rsidR="00664F9B" w:rsidRPr="00CC1B29" w:rsidRDefault="00664F9B" w:rsidP="00CC1B29">
                  <w:pPr>
                    <w:rPr>
                      <w:rFonts w:ascii="標楷體" w:eastAsia="標楷體" w:hAnsi="標楷體"/>
                      <w:sz w:val="32"/>
                      <w:szCs w:val="32"/>
                    </w:rPr>
                  </w:pPr>
                  <w:r w:rsidRPr="00CC1B29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導覽人員團體</w:t>
                  </w:r>
                </w:p>
                <w:p w:rsidR="00664F9B" w:rsidRDefault="00664F9B"/>
              </w:txbxContent>
            </v:textbox>
          </v:rect>
        </w:pict>
      </w:r>
      <w:r>
        <w:rPr>
          <w:noProof/>
        </w:rPr>
        <w:pict>
          <v:shape id="AutoShape 327" o:spid="_x0000_s1055" type="#_x0000_t32" style="position:absolute;margin-left:254pt;margin-top:336.2pt;width:5.75pt;height:0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"/>
        </w:pict>
      </w:r>
      <w:r>
        <w:rPr>
          <w:noProof/>
        </w:rPr>
        <w:pict>
          <v:shape id="AutoShape 326" o:spid="_x0000_s1056" type="#_x0000_t32" style="position:absolute;margin-left:254pt;margin-top:298.9pt;width:5.75pt;height:0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"/>
        </w:pict>
      </w:r>
      <w:r>
        <w:rPr>
          <w:noProof/>
        </w:rPr>
        <w:pict>
          <v:shape id="AutoShape 325" o:spid="_x0000_s1057" type="#_x0000_t32" style="position:absolute;margin-left:254pt;margin-top:298.9pt;width:0;height:37.3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"/>
        </w:pict>
      </w:r>
      <w:r>
        <w:rPr>
          <w:noProof/>
        </w:rPr>
        <w:pict>
          <v:line id="Line 116" o:spid="_x0000_s1058" style="position:absolute;flip:x;z-index:251655680;visibility:visible" from="55.6pt,386.5pt" to="55.6pt,4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">
            <v:stroke endarrow="classic"/>
          </v:line>
        </w:pict>
      </w:r>
      <w:r>
        <w:rPr>
          <w:noProof/>
        </w:rPr>
        <w:pict>
          <v:line id="Line 111" o:spid="_x0000_s1059" style="position:absolute;flip:x y;z-index:251653632;visibility:visible" from="55.1pt,386.15pt" to="256.2pt,38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"/>
        </w:pict>
      </w:r>
      <w:r>
        <w:rPr>
          <w:noProof/>
        </w:rPr>
        <w:pict>
          <v:shape id="Text Box 132" o:spid="_x0000_s1060" type="#_x0000_t202" style="position:absolute;margin-left:-33.05pt;margin-top:547.2pt;width:134.5pt;height:39.5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">
            <v:shadow color="black"/>
            <v:textbox inset="0,0,0,0">
              <w:txbxContent>
                <w:p w:rsidR="00664F9B" w:rsidRPr="00980E9B" w:rsidRDefault="00664F9B" w:rsidP="007D4801">
                  <w:pPr>
                    <w:jc w:val="center"/>
                    <w:rPr>
                      <w:rFonts w:eastAsia="標楷體"/>
                      <w:color w:val="000000"/>
                      <w:sz w:val="32"/>
                    </w:rPr>
                  </w:pPr>
                  <w:r w:rsidRPr="00980E9B">
                    <w:rPr>
                      <w:rFonts w:eastAsia="標楷體" w:hint="eastAsia"/>
                      <w:color w:val="000000"/>
                      <w:sz w:val="32"/>
                    </w:rPr>
                    <w:t>教育局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31" o:spid="_x0000_s1061" type="#_x0000_t202" style="position:absolute;margin-left:95.85pt;margin-top:424.5pt;width:116pt;height:48.35pt;z-index:2516515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">
            <v:shadow color="black"/>
            <v:textbox inset="0,0,0,0">
              <w:txbxContent>
                <w:p w:rsidR="00664F9B" w:rsidRPr="00980E9B" w:rsidRDefault="00664F9B" w:rsidP="007D4801">
                  <w:pPr>
                    <w:spacing w:before="120" w:line="320" w:lineRule="exact"/>
                    <w:jc w:val="center"/>
                    <w:rPr>
                      <w:rFonts w:eastAsia="標楷體"/>
                      <w:color w:val="000000"/>
                      <w:sz w:val="32"/>
                    </w:rPr>
                  </w:pPr>
                  <w:r w:rsidRPr="00980E9B">
                    <w:rPr>
                      <w:rFonts w:eastAsia="標楷體" w:hint="eastAsia"/>
                      <w:color w:val="000000"/>
                      <w:sz w:val="32"/>
                    </w:rPr>
                    <w:t>滿意度調查表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30" o:spid="_x0000_s1062" type="#_x0000_t202" style="position:absolute;margin-left:93.35pt;margin-top:116.7pt;width:126pt;height:33.95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">
            <v:shadow color="black"/>
            <v:textbox inset="0,0,0,0">
              <w:txbxContent>
                <w:p w:rsidR="00664F9B" w:rsidRPr="00980E9B" w:rsidRDefault="00664F9B" w:rsidP="007D4801">
                  <w:pPr>
                    <w:jc w:val="center"/>
                    <w:rPr>
                      <w:rFonts w:eastAsia="標楷體"/>
                      <w:color w:val="000000"/>
                      <w:sz w:val="32"/>
                    </w:rPr>
                  </w:pPr>
                  <w:r w:rsidRPr="00980E9B">
                    <w:rPr>
                      <w:rFonts w:eastAsia="標楷體" w:hint="eastAsia"/>
                      <w:color w:val="000000"/>
                      <w:sz w:val="32"/>
                    </w:rPr>
                    <w:t>教育局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28" o:spid="_x0000_s1063" type="#_x0000_t202" style="position:absolute;margin-left:131.8pt;margin-top:547.2pt;width:178pt;height:39.55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">
            <v:shadow color="black"/>
            <v:textbox inset="0,0,0,0">
              <w:txbxContent>
                <w:p w:rsidR="00664F9B" w:rsidRPr="00980E9B" w:rsidRDefault="00664F9B" w:rsidP="007D4801">
                  <w:pPr>
                    <w:jc w:val="center"/>
                    <w:rPr>
                      <w:rFonts w:eastAsia="標楷體"/>
                      <w:color w:val="000000"/>
                      <w:sz w:val="32"/>
                    </w:rPr>
                  </w:pPr>
                  <w:r w:rsidRPr="00980E9B">
                    <w:rPr>
                      <w:rFonts w:eastAsia="標楷體" w:hint="eastAsia"/>
                      <w:color w:val="000000"/>
                      <w:sz w:val="32"/>
                    </w:rPr>
                    <w:t>公共運輸處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27" o:spid="_x0000_s1064" type="#_x0000_t202" style="position:absolute;margin-left:240.65pt;margin-top:423.5pt;width:116pt;height:48.35pt;z-index:2516474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">
            <v:shadow color="black"/>
            <v:textbox inset="0,0,0,0">
              <w:txbxContent>
                <w:p w:rsidR="00664F9B" w:rsidRPr="00980E9B" w:rsidRDefault="00664F9B" w:rsidP="007D4801">
                  <w:pPr>
                    <w:spacing w:before="120" w:line="320" w:lineRule="exact"/>
                    <w:jc w:val="center"/>
                    <w:rPr>
                      <w:rFonts w:eastAsia="標楷體"/>
                      <w:color w:val="000000"/>
                      <w:sz w:val="32"/>
                    </w:rPr>
                  </w:pPr>
                  <w:r w:rsidRPr="00980E9B">
                    <w:rPr>
                      <w:rFonts w:eastAsia="標楷體" w:hint="eastAsia"/>
                      <w:color w:val="000000"/>
                      <w:sz w:val="32"/>
                    </w:rPr>
                    <w:t>體驗心得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26" o:spid="_x0000_s1065" type="#_x0000_t202" style="position:absolute;margin-left:-51.05pt;margin-top:424.5pt;width:117pt;height:48.35pt;z-index:2516464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">
            <v:shadow color="black"/>
            <v:textbox inset="0,0,0,0">
              <w:txbxContent>
                <w:p w:rsidR="00664F9B" w:rsidRPr="00980E9B" w:rsidRDefault="00664F9B" w:rsidP="007D4801">
                  <w:pPr>
                    <w:spacing w:before="120" w:line="320" w:lineRule="exact"/>
                    <w:jc w:val="center"/>
                    <w:rPr>
                      <w:rFonts w:eastAsia="標楷體"/>
                      <w:color w:val="000000"/>
                      <w:sz w:val="32"/>
                    </w:rPr>
                  </w:pPr>
                  <w:r w:rsidRPr="00980E9B">
                    <w:rPr>
                      <w:rFonts w:eastAsia="標楷體" w:hint="eastAsia"/>
                      <w:color w:val="000000"/>
                      <w:sz w:val="32"/>
                    </w:rPr>
                    <w:t>成果摘要表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25" o:spid="_x0000_s1066" type="#_x0000_t202" style="position:absolute;margin-left:70.6pt;margin-top:207.5pt;width:171pt;height:33.95pt;z-index:25164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">
            <v:shadow color="black"/>
            <v:textbox inset="0,0,0,0">
              <w:txbxContent>
                <w:p w:rsidR="00664F9B" w:rsidRPr="00980E9B" w:rsidRDefault="00664F9B" w:rsidP="007D4801">
                  <w:pPr>
                    <w:pStyle w:val="BodyText"/>
                    <w:rPr>
                      <w:color w:val="000000"/>
                    </w:rPr>
                  </w:pPr>
                  <w:r w:rsidRPr="00980E9B">
                    <w:rPr>
                      <w:rFonts w:hint="eastAsia"/>
                      <w:color w:val="000000"/>
                    </w:rPr>
                    <w:t>彙整、網路公告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24" o:spid="_x0000_s1067" type="#_x0000_t202" style="position:absolute;margin-left:65.9pt;margin-top:9.1pt;width:180pt;height:53.55pt;z-index:25164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">
            <v:shadow color="black"/>
            <v:textbox inset="0,0,0,0">
              <w:txbxContent>
                <w:p w:rsidR="00664F9B" w:rsidRPr="00980E9B" w:rsidRDefault="00664F9B" w:rsidP="007D4801">
                  <w:pPr>
                    <w:spacing w:before="180"/>
                    <w:jc w:val="center"/>
                    <w:rPr>
                      <w:rFonts w:eastAsia="標楷體"/>
                      <w:color w:val="000000"/>
                      <w:sz w:val="32"/>
                    </w:rPr>
                  </w:pPr>
                  <w:r w:rsidRPr="00980E9B">
                    <w:rPr>
                      <w:rFonts w:eastAsia="標楷體" w:hint="eastAsia"/>
                      <w:color w:val="000000"/>
                      <w:sz w:val="32"/>
                    </w:rPr>
                    <w:t>學校機關</w:t>
                  </w:r>
                </w:p>
              </w:txbxContent>
            </v:textbox>
          </v:shape>
        </w:pict>
      </w:r>
      <w:r>
        <w:rPr>
          <w:noProof/>
        </w:rPr>
        <w:pict>
          <v:line id="Line 122" o:spid="_x0000_s1068" style="position:absolute;z-index:251643392;visibility:visible" from="32.8pt,471.85pt" to="32.8pt,54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">
            <v:stroke endarrow="classic"/>
          </v:line>
        </w:pict>
      </w:r>
      <w:r>
        <w:rPr>
          <w:noProof/>
        </w:rPr>
        <w:pict>
          <v:line id="Line 120" o:spid="_x0000_s1069" style="position:absolute;z-index:251641344;visibility:visible" from="156.5pt,149.65pt" to="156.5pt,20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">
            <v:stroke endarrow="classic"/>
          </v:line>
        </w:pict>
      </w:r>
      <w:r>
        <w:rPr>
          <w:noProof/>
        </w:rPr>
        <w:pict>
          <v:line id="Line 119" o:spid="_x0000_s1070" style="position:absolute;z-index:251640320;visibility:visible" from="176.1pt,473.05pt" to="176.1pt,5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">
            <v:stroke endarrow="classic"/>
          </v:line>
        </w:pict>
      </w:r>
      <w:r>
        <w:rPr>
          <w:noProof/>
        </w:rPr>
        <w:pict>
          <v:line id="Line 118" o:spid="_x0000_s1071" style="position:absolute;flip:x;z-index:251639296;visibility:visible" from="156.5pt,241.45pt" to="156.5pt,28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">
            <v:stroke endarrow="classic"/>
            <v:shadow color="black"/>
          </v:line>
        </w:pict>
      </w:r>
      <w:r>
        <w:rPr>
          <w:noProof/>
        </w:rPr>
        <w:pict>
          <v:line id="Line 117" o:spid="_x0000_s1072" style="position:absolute;flip:x;z-index:251638272;visibility:visible" from="156.5pt,61.65pt" to="156.5pt,1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">
            <v:stroke endarrow="classic"/>
            <v:shadow color="black"/>
          </v:line>
        </w:pict>
      </w:r>
      <w:r>
        <w:rPr>
          <w:noProof/>
        </w:rPr>
        <w:pict>
          <v:group id="Group 231" o:spid="_x0000_s1073" style="position:absolute;margin-left:54.1pt;margin-top:472.7pt;width:249.25pt;height:34.45pt;z-index:251637248" coordorigin="3282,12694" coordsize="4985,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">
            <v:line id="Line 110" o:spid="_x0000_s1074" style="position:absolute;flip:y;visibility:visible" from="3282,13373" to="8267,13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<v:line id="Line 113" o:spid="_x0000_s1075" style="position:absolute;visibility:visible" from="8267,12705" to="8267,13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<v:line id="Line 114" o:spid="_x0000_s1076" style="position:absolute;visibility:visible" from="3282,12694" to="3282,13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</v:group>
        </w:pict>
      </w:r>
      <w:r>
        <w:rPr>
          <w:noProof/>
        </w:rPr>
        <w:pict>
          <v:group id="Group 234" o:spid="_x0000_s1077" style="position:absolute;margin-left:448pt;margin-top:8.1pt;width:27pt;height:592.1pt;z-index:251635200" coordorigin="10760,4362" coordsize="540,11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">
            <v:line id="Line 201" o:spid="_x0000_s1078" style="position:absolute;visibility:visible" from="11120,15124" to="11120,16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119roAAADaAAAADwAAAGRycy9kb3ducmV2LnhtbERPSwrCMBDdC94hjOBOU0VEqlFEUFyJ&#10;1h5gaMa22kxKE2u9vREEl4/3X206U4mWGldaVjAZRyCIM6tLzhWk1/1oAcJ5ZI2VZVLwJgebdb+3&#10;wljbF1+oTXwuQgi7GBUU3texlC4ryKAb25o4cDfbGPQBNrnUDb5CuKnkNIrm0mDJoaHAmnYFZY/k&#10;acKMwzR7nyiJ0slups/Xe8tdfVNqOOi2SxCeOv8X/9xHrWAG3yvBD3L9AQ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Jctdfa6AAAA2gAAAA8AAAAAAAAAAAAAAAAAoQIAAGRy&#10;cy9kb3ducmV2LnhtbFBLBQYAAAAABAAEAPkAAACIAwAAAAA=&#10;">
              <v:stroke startarrow="oval" endarrow="oval"/>
            </v:line>
            <v:line id="Line 192" o:spid="_x0000_s1079" style="position:absolute;visibility:visible" from="11120,4362" to="11120,5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GHQbboAAADaAAAADwAAAGRycy9kb3ducmV2LnhtbERP3Q7BMBS+l3iH5kjc0RFERolIiCth&#10;PMDJemxjPV3Wmnl7lUhcfvn+l+vWlKKh2hWWFYyGEQji1OqCMwXXy24wB+E8ssbSMil4k4P1qttZ&#10;Yqzti8/UJD4TIYRdjApy76tYSpfmZNANbUUcuJutDfoA60zqGl8h3JRyHEUzabDg0JBjRduc0kfy&#10;NGHGfpy+j5RE19F2ok+Xe8NtdVOq32s3CxCeWv8X/9wHrWAK3yvBD3L1AQ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Phh0G26AAAA2gAAAA8AAAAAAAAAAAAAAAAAoQIAAGRy&#10;cy9kb3ducmV2LnhtbFBLBQYAAAAABAAEAPkAAACIAwAAAAA=&#10;">
              <v:stroke startarrow="oval" endarrow="oval"/>
            </v:line>
            <v:line id="Line 193" o:spid="_x0000_s1080" style="position:absolute;visibility:visible" from="11120,5912" to="11120,8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NOGroAAADaAAAADwAAAGRycy9kb3ducmV2LnhtbERPSwrCMBDdC94hjOBOU0VEqlFEUFyJ&#10;1h5gaMa22kxKE2u9vREEl4/3X206U4mWGldaVjAZRyCIM6tLzhWk1/1oAcJ5ZI2VZVLwJgebdb+3&#10;wljbF1+oTXwuQgi7GBUU3texlC4ryKAb25o4cDfbGPQBNrnUDb5CuKnkNIrm0mDJoaHAmnYFZY/k&#10;acKMwzR7nyiJ0slups/Xe8tdfVNqOOi2SxCeOv8X/9xHrWAO3yvBD3L9AQ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AizThq6AAAA2gAAAA8AAAAAAAAAAAAAAAAAoQIAAGRy&#10;cy9kb3ducmV2LnhtbFBLBQYAAAAABAAEAPkAAACIAwAAAAA=&#10;">
              <v:stroke startarrow="oval" endarrow="oval"/>
            </v:line>
            <v:line id="Line 194" o:spid="_x0000_s1081" style="position:absolute;visibility:visible" from="11120,8972" to="11120,11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/rgboAAADaAAAADwAAAGRycy9kb3ducmV2LnhtbERP3Q7BMBS+l3iH5kjc0RFBRolIiCth&#10;PMDJemxjPV3Wmnl7lUhcfvn+l+vWlKKh2hWWFYyGEQji1OqCMwXXy24wB+E8ssbSMil4k4P1qttZ&#10;Yqzti8/UJD4TIYRdjApy76tYSpfmZNANbUUcuJutDfoA60zqGl8h3JRyHEVTabDg0JBjRduc0kfy&#10;NGHGfpy+j5RE19F2ok+Xe8NtdVOq32s3CxCeWv8X/9wHrWAG3yvBD3L1AQ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Gf/64G6AAAA2gAAAA8AAAAAAAAAAAAAAAAAoQIAAGRy&#10;cy9kb3ducmV2LnhtbFBLBQYAAAAABAAEAPkAAACIAwAAAAA=&#10;">
              <v:stroke startarrow="oval" endarrow="oval"/>
            </v:line>
            <v:shape id="Text Box 195" o:spid="_x0000_s1082" type="#_x0000_t202" style="position:absolute;left:10760;top:4692;width:540;height:11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WNULwA&#10;AADaAAAADwAAAGRycy9kb3ducmV2LnhtbERPTYvCMBC9L/gfwgje1lTFRapRRNH1avXS25CMbTGZ&#10;lCZq/ffmsLDHx/tebXpnxZO60HhWMBlnIIi1Nw1XCq6Xw/cCRIjIBq1nUvCmAJv14GuFufEvPtOz&#10;iJVIIRxyVFDH2OZSBl2TwzD2LXHibr5zGBPsKmk6fKVwZ+U0y36kw4ZTQ40t7WrS9+LhFJS70kqv&#10;r3P9e55J3Bb7oy33So2G/XYJIlIf/8V/7pNRkLamK+kGyP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7FY1QvAAAANoAAAAPAAAAAAAAAAAAAAAAAJgCAABkcnMvZG93bnJldi54&#10;bWxQSwUGAAAAAAQABAD1AAAAgQMAAAAA&#10;" filled="f" stroked="f">
              <v:textbox style="layout-flow:vertical-ideographic" inset="0,0,0,0">
                <w:txbxContent>
                  <w:p w:rsidR="00664F9B" w:rsidRPr="00980E9B" w:rsidRDefault="00664F9B" w:rsidP="00AA19C3">
                    <w:pPr>
                      <w:jc w:val="center"/>
                      <w:rPr>
                        <w:rFonts w:ascii="標楷體" w:eastAsia="標楷體" w:hAnsi="標楷體"/>
                        <w:b/>
                        <w:bCs/>
                        <w:color w:val="000000"/>
                        <w:sz w:val="28"/>
                      </w:rPr>
                    </w:pPr>
                    <w:r w:rsidRPr="00980E9B">
                      <w:rPr>
                        <w:rFonts w:ascii="標楷體" w:eastAsia="標楷體" w:hAnsi="標楷體" w:hint="eastAsia"/>
                        <w:b/>
                        <w:bCs/>
                        <w:color w:val="000000"/>
                        <w:sz w:val="28"/>
                      </w:rPr>
                      <w:t>送件</w:t>
                    </w:r>
                  </w:p>
                </w:txbxContent>
              </v:textbox>
            </v:shape>
            <v:shape id="Text Box 196" o:spid="_x0000_s1083" type="#_x0000_t202" style="position:absolute;left:10760;top:6347;width:540;height:19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koy8AA&#10;AADaAAAADwAAAGRycy9kb3ducmV2LnhtbESPQWsCMRSE70L/Q3iF3jTbFkVXo4jS6tXVy94eyXN3&#10;MXlZNqlu/70RBI/DzHzDLFa9s+JKXWg8K/gcZSCItTcNVwpOx5/hFESIyAatZ1LwTwFWy7fBAnPj&#10;b3ygaxErkSAcclRQx9jmUgZdk8Mw8i1x8s6+cxiT7CppOrwluLPyK8sm0mHDaaHGljY16Uvx5xSU&#10;m9JKr09jvTt8S1wX219bbpX6eO/XcxCR+vgKP9t7o2AGjyvpBsjl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Fkoy8AAAADaAAAADwAAAAAAAAAAAAAAAACYAgAAZHJzL2Rvd25y&#10;ZXYueG1sUEsFBgAAAAAEAAQA9QAAAIUDAAAAAA==&#10;" filled="f" stroked="f">
              <v:textbox style="layout-flow:vertical-ideographic" inset="0,0,0,0">
                <w:txbxContent>
                  <w:p w:rsidR="00664F9B" w:rsidRPr="00980E9B" w:rsidRDefault="00664F9B" w:rsidP="00AA19C3">
                    <w:pPr>
                      <w:jc w:val="center"/>
                      <w:rPr>
                        <w:rFonts w:ascii="標楷體" w:eastAsia="標楷體" w:hAnsi="標楷體"/>
                        <w:b/>
                        <w:bCs/>
                        <w:color w:val="000000"/>
                        <w:sz w:val="28"/>
                      </w:rPr>
                    </w:pPr>
                    <w:r w:rsidRPr="00980E9B">
                      <w:rPr>
                        <w:rFonts w:ascii="標楷體" w:eastAsia="標楷體" w:hAnsi="標楷體" w:hint="eastAsia"/>
                        <w:b/>
                        <w:bCs/>
                        <w:color w:val="000000"/>
                        <w:sz w:val="28"/>
                      </w:rPr>
                      <w:t>報名、網路公告</w:t>
                    </w:r>
                  </w:p>
                </w:txbxContent>
              </v:textbox>
            </v:shape>
            <v:shape id="Text Box 197" o:spid="_x0000_s1084" type="#_x0000_t202" style="position:absolute;left:10760;top:9692;width:540;height:18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VNWcIA&#10;AADbAAAADwAAAGRycy9kb3ducmV2LnhtbESPQW/CMAyF75P2HyJP2m2kbGJChYAQaBtXCpferMS0&#10;FYlTNRmUf48Pk3az9Z7f+7xcj8GrKw2pi2xgOilAEdvoOm4MnI5fb3NQKSM79JHJwJ0SrFfPT0ss&#10;Xbzxga5VbpSEcCrRQJtzX2qdbEsB0yT2xKKd4xAwyzo02g14k/Dg9XtRfOqAHUtDiz1tW7KX6jcY&#10;qLe119GeZvbn8KFxU+2+fb0z5vVl3CxAZRrzv/nveu8EX+jlFxlAr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dU1ZwgAAANsAAAAPAAAAAAAAAAAAAAAAAJgCAABkcnMvZG93&#10;bnJldi54bWxQSwUGAAAAAAQABAD1AAAAhwMAAAAA&#10;" filled="f" stroked="f">
              <v:textbox style="layout-flow:vertical-ideographic" inset="0,0,0,0">
                <w:txbxContent>
                  <w:p w:rsidR="00664F9B" w:rsidRPr="00980E9B" w:rsidRDefault="00664F9B" w:rsidP="00AA19C3">
                    <w:pPr>
                      <w:jc w:val="center"/>
                      <w:rPr>
                        <w:rFonts w:ascii="標楷體" w:eastAsia="標楷體" w:hAnsi="標楷體"/>
                        <w:b/>
                        <w:bCs/>
                        <w:color w:val="000000"/>
                        <w:sz w:val="28"/>
                      </w:rPr>
                    </w:pPr>
                    <w:r w:rsidRPr="00980E9B">
                      <w:rPr>
                        <w:rFonts w:ascii="標楷體" w:eastAsia="標楷體" w:hAnsi="標楷體" w:hint="eastAsia"/>
                        <w:b/>
                        <w:bCs/>
                        <w:color w:val="000000"/>
                        <w:sz w:val="28"/>
                      </w:rPr>
                      <w:t>體驗藍色公路</w:t>
                    </w:r>
                  </w:p>
                </w:txbxContent>
              </v:textbox>
            </v:shape>
            <v:line id="Line 198" o:spid="_x0000_s1085" style="position:absolute;visibility:visible" from="11120,12032" to="11120,14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Qsar4AAADbAAAADwAAAGRycy9kb3ducmV2LnhtbESPwQrCMBBE74L/EFbwpmlFRKpRRFA8&#10;iVY/YGnWttpsShNr/XsjCN52mXmzs8t1ZyrRUuNKywricQSCOLO65FzB9bIbzUE4j6yxskwK3uRg&#10;ver3lpho++IztanPRQhhl6CCwvs6kdJlBRl0Y1sTB+1mG4M+rE0udYOvEG4qOYmimTRYcrhQYE3b&#10;grJH+jShxn6SvY+URtd4O9Wny73lrr4pNRx0mwUIT53/m3/0QQcuhu8vYQC5+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FFCxqvgAAANsAAAAPAAAAAAAAAAAAAAAAAKEC&#10;AABkcnMvZG93bnJldi54bWxQSwUGAAAAAAQABAD5AAAAjAMAAAAA&#10;">
              <v:stroke startarrow="oval" endarrow="oval"/>
            </v:line>
            <v:shape id="Text Box 199" o:spid="_x0000_s1086" type="#_x0000_t202" style="position:absolute;left:10760;top:12572;width:540;height:1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t2tb4A&#10;AADbAAAADwAAAGRycy9kb3ducmV2LnhtbERPTYvCMBC9C/sfwizsTVNdFKlGEWVXr1YvvQ3J2BaT&#10;SWmy2v33RhC8zeN9znLdOytu1IXGs4LxKANBrL1puFJwPv0M5yBCRDZoPZOCfwqwXn0Mlpgbf+cj&#10;3YpYiRTCIUcFdYxtLmXQNTkMI98SJ+7iO4cxwa6SpsN7CndWTrJsJh02nBpqbGlbk74Wf05BuS2t&#10;9Po81fvjt8RNsfu15U6pr89+swARqY9v8ct9MGn+BJ6/pAPk6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XrdrW+AAAA2wAAAA8AAAAAAAAAAAAAAAAAmAIAAGRycy9kb3ducmV2&#10;LnhtbFBLBQYAAAAABAAEAPUAAACDAwAAAAA=&#10;" filled="f" stroked="f">
              <v:textbox style="layout-flow:vertical-ideographic" inset="0,0,0,0">
                <w:txbxContent>
                  <w:p w:rsidR="00664F9B" w:rsidRPr="00980E9B" w:rsidRDefault="00664F9B" w:rsidP="00AA19C3">
                    <w:pPr>
                      <w:jc w:val="center"/>
                      <w:rPr>
                        <w:rFonts w:ascii="標楷體" w:eastAsia="標楷體" w:hAnsi="標楷體"/>
                        <w:b/>
                        <w:bCs/>
                        <w:color w:val="000000"/>
                        <w:sz w:val="28"/>
                      </w:rPr>
                    </w:pPr>
                    <w:r w:rsidRPr="00980E9B">
                      <w:rPr>
                        <w:rFonts w:ascii="標楷體" w:eastAsia="標楷體" w:hAnsi="標楷體" w:hint="eastAsia"/>
                        <w:b/>
                        <w:bCs/>
                        <w:color w:val="000000"/>
                        <w:sz w:val="28"/>
                      </w:rPr>
                      <w:t>成果報告</w:t>
                    </w:r>
                  </w:p>
                </w:txbxContent>
              </v:textbox>
            </v:shape>
            <v:shape id="Text Box 200" o:spid="_x0000_s1087" type="#_x0000_t202" style="position:absolute;left:10760;top:15362;width:540;height:8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fTLr8A&#10;AADbAAAADwAAAGRycy9kb3ducmV2LnhtbERPS4vCMBC+C/sfwix409QVZekaRRQfV7teehuS2baY&#10;TEqT1frvjSB4m4/vOYtV76y4Uhcazwom4wwEsfam4UrB+Xc3+gYRIrJB65kU3CnAavkxWGBu/I1P&#10;dC1iJVIIhxwV1DG2uZRB1+QwjH1LnLg/3zmMCXaVNB3eUriz8ivL5tJhw6mhxpY2NelL8e8UlJvS&#10;Sq/PM304TSWui+3ellulhp/9+gdEpD6+xS/30aT5U3j+kg6Qy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p9MuvwAAANsAAAAPAAAAAAAAAAAAAAAAAJgCAABkcnMvZG93bnJl&#10;di54bWxQSwUGAAAAAAQABAD1AAAAhAMAAAAA&#10;" filled="f" stroked="f">
              <v:textbox style="layout-flow:vertical-ideographic" inset="0,0,0,0">
                <w:txbxContent>
                  <w:p w:rsidR="00664F9B" w:rsidRPr="00980E9B" w:rsidRDefault="00664F9B" w:rsidP="00AA19C3">
                    <w:pPr>
                      <w:jc w:val="center"/>
                      <w:rPr>
                        <w:rFonts w:ascii="標楷體" w:eastAsia="標楷體" w:hAnsi="標楷體"/>
                        <w:b/>
                        <w:bCs/>
                        <w:color w:val="000000"/>
                        <w:sz w:val="28"/>
                      </w:rPr>
                    </w:pPr>
                    <w:r w:rsidRPr="00980E9B">
                      <w:rPr>
                        <w:rFonts w:ascii="標楷體" w:eastAsia="標楷體" w:hAnsi="標楷體" w:hint="eastAsia"/>
                        <w:b/>
                        <w:bCs/>
                        <w:color w:val="000000"/>
                        <w:sz w:val="28"/>
                      </w:rPr>
                      <w:t>收件</w:t>
                    </w:r>
                  </w:p>
                </w:txbxContent>
              </v:textbox>
            </v:shape>
          </v:group>
        </w:pict>
      </w:r>
      <w:r w:rsidRPr="00013A53">
        <w:rPr>
          <w:rFonts w:ascii="Times New Roman" w:eastAsia="標楷體" w:hAnsi="Times New Roman"/>
          <w:color w:val="FF0000"/>
          <w:sz w:val="28"/>
          <w:szCs w:val="28"/>
        </w:rPr>
        <w:br w:type="page"/>
      </w:r>
    </w:p>
    <w:p w:rsidR="00664F9B" w:rsidRPr="00013A53" w:rsidRDefault="00664F9B" w:rsidP="001B0ECB">
      <w:pPr>
        <w:pStyle w:val="ListParagraph"/>
        <w:numPr>
          <w:ilvl w:val="0"/>
          <w:numId w:val="1"/>
        </w:numPr>
        <w:spacing w:line="480" w:lineRule="exact"/>
        <w:ind w:leftChars="0"/>
        <w:rPr>
          <w:rFonts w:ascii="Times New Roman" w:eastAsia="標楷體" w:hAnsi="Times New Roman"/>
          <w:b/>
          <w:sz w:val="28"/>
          <w:szCs w:val="28"/>
        </w:rPr>
      </w:pPr>
      <w:r w:rsidRPr="00013A53">
        <w:rPr>
          <w:rFonts w:ascii="Times New Roman" w:eastAsia="標楷體" w:hAnsi="標楷體" w:hint="eastAsia"/>
          <w:b/>
          <w:sz w:val="28"/>
          <w:szCs w:val="28"/>
        </w:rPr>
        <w:t>辦理方式</w:t>
      </w:r>
    </w:p>
    <w:p w:rsidR="00664F9B" w:rsidRPr="00013A53" w:rsidRDefault="00664F9B" w:rsidP="00D33977">
      <w:pPr>
        <w:spacing w:line="480" w:lineRule="exact"/>
        <w:ind w:firstLineChars="200" w:firstLine="560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標楷體" w:hint="eastAsia"/>
          <w:sz w:val="28"/>
          <w:szCs w:val="28"/>
        </w:rPr>
        <w:t>由前述協辦業者規劃排定遊程供民眾自由報名參加（航程船資由民眾自行付費）；另校外教學部分由公運</w:t>
      </w:r>
      <w:r w:rsidRPr="00D33977">
        <w:rPr>
          <w:rFonts w:ascii="Times New Roman" w:eastAsia="標楷體" w:hAnsi="標楷體" w:hint="eastAsia"/>
          <w:sz w:val="28"/>
          <w:szCs w:val="28"/>
        </w:rPr>
        <w:t>處補助每人船資</w:t>
      </w:r>
      <w:r w:rsidRPr="00D33977">
        <w:rPr>
          <w:rFonts w:ascii="Times New Roman" w:eastAsia="標楷體" w:hAnsi="標楷體"/>
          <w:sz w:val="28"/>
          <w:szCs w:val="28"/>
        </w:rPr>
        <w:t>100</w:t>
      </w:r>
      <w:r w:rsidRPr="00D33977">
        <w:rPr>
          <w:rFonts w:ascii="Times New Roman" w:eastAsia="標楷體" w:hAnsi="標楷體" w:hint="eastAsia"/>
          <w:sz w:val="28"/>
          <w:szCs w:val="28"/>
        </w:rPr>
        <w:t>元。各遊程如需導覽人員由各藍</w:t>
      </w:r>
      <w:r>
        <w:rPr>
          <w:rFonts w:ascii="Times New Roman" w:eastAsia="標楷體" w:hAnsi="標楷體" w:hint="eastAsia"/>
          <w:sz w:val="28"/>
          <w:szCs w:val="28"/>
        </w:rPr>
        <w:t>色公路業者向公運處申請，經</w:t>
      </w:r>
      <w:bookmarkStart w:id="0" w:name="_GoBack"/>
      <w:bookmarkEnd w:id="0"/>
      <w:r>
        <w:rPr>
          <w:rFonts w:ascii="Times New Roman" w:eastAsia="標楷體" w:hAnsi="標楷體" w:hint="eastAsia"/>
          <w:sz w:val="28"/>
          <w:szCs w:val="28"/>
        </w:rPr>
        <w:t>同意後分派，導覽人員費用由公運處支應</w:t>
      </w:r>
      <w:r w:rsidRPr="00013A53">
        <w:rPr>
          <w:rFonts w:ascii="Times New Roman" w:eastAsia="標楷體" w:hAnsi="Times New Roman" w:hint="eastAsia"/>
          <w:sz w:val="28"/>
          <w:szCs w:val="28"/>
        </w:rPr>
        <w:t>。</w:t>
      </w:r>
    </w:p>
    <w:p w:rsidR="00664F9B" w:rsidRPr="00013A53" w:rsidRDefault="00664F9B" w:rsidP="002175E6">
      <w:pPr>
        <w:pStyle w:val="ListParagraph"/>
        <w:numPr>
          <w:ilvl w:val="0"/>
          <w:numId w:val="1"/>
        </w:numPr>
        <w:spacing w:line="480" w:lineRule="exact"/>
        <w:ind w:leftChars="0"/>
        <w:rPr>
          <w:rFonts w:ascii="Times New Roman" w:eastAsia="標楷體" w:hAnsi="Times New Roman"/>
          <w:b/>
          <w:sz w:val="28"/>
          <w:szCs w:val="28"/>
        </w:rPr>
      </w:pPr>
      <w:r w:rsidRPr="00013A53">
        <w:rPr>
          <w:rFonts w:ascii="Times New Roman" w:eastAsia="標楷體" w:hAnsi="標楷體" w:hint="eastAsia"/>
          <w:b/>
          <w:sz w:val="28"/>
          <w:szCs w:val="28"/>
        </w:rPr>
        <w:t>宣傳推廣</w:t>
      </w:r>
    </w:p>
    <w:p w:rsidR="00664F9B" w:rsidRPr="00013A53" w:rsidRDefault="00664F9B" w:rsidP="0044714F">
      <w:pPr>
        <w:pStyle w:val="ListParagraph"/>
        <w:numPr>
          <w:ilvl w:val="0"/>
          <w:numId w:val="2"/>
        </w:numPr>
        <w:spacing w:line="480" w:lineRule="exact"/>
        <w:ind w:leftChars="0" w:left="851" w:rightChars="15" w:right="36"/>
        <w:jc w:val="both"/>
        <w:rPr>
          <w:rFonts w:ascii="Times New Roman" w:eastAsia="標楷體" w:hAnsi="Times New Roman"/>
          <w:sz w:val="28"/>
          <w:szCs w:val="28"/>
        </w:rPr>
      </w:pPr>
      <w:r w:rsidRPr="00013A53">
        <w:rPr>
          <w:rFonts w:ascii="Times New Roman" w:eastAsia="標楷體" w:hAnsi="標楷體" w:hint="eastAsia"/>
          <w:sz w:val="28"/>
          <w:szCs w:val="28"/>
        </w:rPr>
        <w:t>製作各主題套裝遊程文宣簡介（酷卡），於觀傳局遊客中心、藍色公路碼頭、圖書館、捷運站等發送。</w:t>
      </w:r>
    </w:p>
    <w:p w:rsidR="00664F9B" w:rsidRPr="00013A53" w:rsidRDefault="00664F9B" w:rsidP="0044714F">
      <w:pPr>
        <w:pStyle w:val="ListParagraph"/>
        <w:numPr>
          <w:ilvl w:val="0"/>
          <w:numId w:val="2"/>
        </w:numPr>
        <w:spacing w:line="480" w:lineRule="exact"/>
        <w:ind w:leftChars="0" w:left="851" w:rightChars="15" w:right="36"/>
        <w:jc w:val="both"/>
        <w:rPr>
          <w:rFonts w:ascii="Times New Roman" w:eastAsia="標楷體" w:hAnsi="Times New Roman"/>
          <w:sz w:val="28"/>
          <w:szCs w:val="28"/>
        </w:rPr>
      </w:pPr>
      <w:r w:rsidRPr="00013A53">
        <w:rPr>
          <w:rFonts w:ascii="Times New Roman" w:eastAsia="標楷體" w:hAnsi="標楷體" w:hint="eastAsia"/>
          <w:sz w:val="28"/>
          <w:szCs w:val="28"/>
        </w:rPr>
        <w:t>利用藍色公路行銷網站</w:t>
      </w:r>
      <w:r w:rsidRPr="00013A53">
        <w:rPr>
          <w:rFonts w:ascii="Times New Roman" w:eastAsia="標楷體" w:hAnsi="Times New Roman" w:hint="eastAsia"/>
          <w:sz w:val="28"/>
          <w:szCs w:val="28"/>
        </w:rPr>
        <w:t>（</w:t>
      </w:r>
      <w:r w:rsidRPr="00013A53">
        <w:rPr>
          <w:rFonts w:ascii="Times New Roman" w:eastAsia="標楷體" w:hAnsi="Times New Roman"/>
          <w:sz w:val="28"/>
          <w:szCs w:val="28"/>
        </w:rPr>
        <w:t>www.riverfun.taipei.gov.tw</w:t>
      </w:r>
      <w:r w:rsidRPr="00013A53">
        <w:rPr>
          <w:rFonts w:ascii="Times New Roman" w:eastAsia="標楷體" w:hAnsi="Times New Roman" w:hint="eastAsia"/>
          <w:sz w:val="28"/>
          <w:szCs w:val="28"/>
        </w:rPr>
        <w:t>）</w:t>
      </w:r>
      <w:r w:rsidRPr="00013A53">
        <w:rPr>
          <w:rFonts w:ascii="Times New Roman" w:eastAsia="標楷體" w:hAnsi="標楷體" w:hint="eastAsia"/>
          <w:sz w:val="28"/>
          <w:szCs w:val="28"/>
        </w:rPr>
        <w:t>及社群網站（粉絲團）推廣。</w:t>
      </w:r>
    </w:p>
    <w:p w:rsidR="00664F9B" w:rsidRPr="00013A53" w:rsidRDefault="00664F9B" w:rsidP="0044714F">
      <w:pPr>
        <w:pStyle w:val="ListParagraph"/>
        <w:widowControl/>
        <w:numPr>
          <w:ilvl w:val="0"/>
          <w:numId w:val="2"/>
        </w:numPr>
        <w:spacing w:before="100" w:beforeAutospacing="1" w:after="100" w:afterAutospacing="1" w:line="480" w:lineRule="exact"/>
        <w:ind w:leftChars="0" w:left="851"/>
        <w:rPr>
          <w:rFonts w:ascii="Times New Roman" w:eastAsia="標楷體" w:hAnsi="Times New Roman"/>
          <w:sz w:val="28"/>
          <w:szCs w:val="28"/>
        </w:rPr>
      </w:pPr>
      <w:r w:rsidRPr="00013A53">
        <w:rPr>
          <w:rFonts w:ascii="Times New Roman" w:eastAsia="標楷體" w:hAnsi="標楷體" w:hint="eastAsia"/>
          <w:sz w:val="28"/>
          <w:szCs w:val="28"/>
        </w:rPr>
        <w:t>網路搜尋引擎</w:t>
      </w:r>
      <w:r w:rsidRPr="00013A53">
        <w:rPr>
          <w:rFonts w:ascii="Times New Roman" w:eastAsia="標楷體" w:hAnsi="Times New Roman"/>
          <w:sz w:val="28"/>
          <w:szCs w:val="28"/>
        </w:rPr>
        <w:t>-</w:t>
      </w:r>
      <w:r w:rsidRPr="00013A53">
        <w:rPr>
          <w:rFonts w:ascii="Times New Roman" w:eastAsia="標楷體" w:hAnsi="標楷體" w:hint="eastAsia"/>
          <w:sz w:val="28"/>
          <w:szCs w:val="28"/>
        </w:rPr>
        <w:t>關鍵字行銷。</w:t>
      </w:r>
    </w:p>
    <w:p w:rsidR="00664F9B" w:rsidRPr="00013A53" w:rsidRDefault="00664F9B" w:rsidP="0044714F">
      <w:pPr>
        <w:pStyle w:val="ListParagraph"/>
        <w:widowControl/>
        <w:numPr>
          <w:ilvl w:val="0"/>
          <w:numId w:val="2"/>
        </w:numPr>
        <w:spacing w:before="100" w:beforeAutospacing="1" w:after="100" w:afterAutospacing="1" w:line="480" w:lineRule="exact"/>
        <w:ind w:leftChars="0" w:left="851"/>
        <w:rPr>
          <w:rFonts w:ascii="Times New Roman" w:eastAsia="標楷體" w:hAnsi="Times New Roman"/>
          <w:sz w:val="28"/>
          <w:szCs w:val="28"/>
        </w:rPr>
      </w:pPr>
      <w:r w:rsidRPr="00013A53">
        <w:rPr>
          <w:rFonts w:ascii="Times New Roman" w:eastAsia="標楷體" w:hAnsi="標楷體" w:hint="eastAsia"/>
          <w:sz w:val="28"/>
          <w:szCs w:val="28"/>
        </w:rPr>
        <w:t>網路部落客遊程推薦。</w:t>
      </w:r>
    </w:p>
    <w:p w:rsidR="00664F9B" w:rsidRPr="00013A53" w:rsidRDefault="00664F9B" w:rsidP="0044714F">
      <w:pPr>
        <w:pStyle w:val="ListParagraph"/>
        <w:widowControl/>
        <w:numPr>
          <w:ilvl w:val="0"/>
          <w:numId w:val="2"/>
        </w:numPr>
        <w:spacing w:before="100" w:beforeAutospacing="1" w:after="100" w:afterAutospacing="1" w:line="480" w:lineRule="exact"/>
        <w:ind w:leftChars="0" w:left="851"/>
        <w:rPr>
          <w:rFonts w:ascii="Times New Roman" w:eastAsia="標楷體" w:hAnsi="Times New Roman"/>
          <w:sz w:val="28"/>
          <w:szCs w:val="28"/>
        </w:rPr>
      </w:pPr>
      <w:r w:rsidRPr="00013A53">
        <w:rPr>
          <w:rFonts w:ascii="Times New Roman" w:eastAsia="標楷體" w:hAnsi="標楷體" w:hint="eastAsia"/>
          <w:sz w:val="28"/>
          <w:szCs w:val="28"/>
        </w:rPr>
        <w:t>旅遊節目及相關雜誌版面推廣。</w:t>
      </w:r>
    </w:p>
    <w:p w:rsidR="00664F9B" w:rsidRPr="00013A53" w:rsidRDefault="00664F9B" w:rsidP="0044714F">
      <w:pPr>
        <w:pStyle w:val="ListParagraph"/>
        <w:widowControl/>
        <w:numPr>
          <w:ilvl w:val="0"/>
          <w:numId w:val="2"/>
        </w:numPr>
        <w:spacing w:before="100" w:beforeAutospacing="1" w:after="100" w:afterAutospacing="1" w:line="480" w:lineRule="exact"/>
        <w:ind w:leftChars="0" w:left="851"/>
        <w:rPr>
          <w:rFonts w:ascii="Times New Roman" w:eastAsia="標楷體" w:hAnsi="Times New Roman"/>
          <w:sz w:val="28"/>
          <w:szCs w:val="28"/>
        </w:rPr>
      </w:pPr>
      <w:r w:rsidRPr="00013A53">
        <w:rPr>
          <w:rFonts w:ascii="Times New Roman" w:eastAsia="標楷體" w:hAnsi="標楷體" w:hint="eastAsia"/>
          <w:sz w:val="28"/>
          <w:szCs w:val="28"/>
        </w:rPr>
        <w:t>本計畫各合作單位共同協助推廣。</w:t>
      </w:r>
    </w:p>
    <w:p w:rsidR="00664F9B" w:rsidRPr="00013A53" w:rsidRDefault="00664F9B" w:rsidP="00401B23">
      <w:pPr>
        <w:pStyle w:val="ListParagraph"/>
        <w:numPr>
          <w:ilvl w:val="0"/>
          <w:numId w:val="1"/>
        </w:numPr>
        <w:spacing w:line="480" w:lineRule="exact"/>
        <w:ind w:leftChars="0"/>
        <w:rPr>
          <w:rFonts w:ascii="Times New Roman" w:eastAsia="標楷體" w:hAnsi="Times New Roman"/>
          <w:b/>
          <w:sz w:val="28"/>
          <w:szCs w:val="28"/>
        </w:rPr>
      </w:pPr>
      <w:r w:rsidRPr="00013A53">
        <w:rPr>
          <w:rFonts w:ascii="Times New Roman" w:eastAsia="標楷體" w:hAnsi="標楷體" w:hint="eastAsia"/>
          <w:b/>
          <w:sz w:val="28"/>
          <w:szCs w:val="28"/>
        </w:rPr>
        <w:t>報名方式</w:t>
      </w:r>
    </w:p>
    <w:p w:rsidR="00664F9B" w:rsidRPr="00013A53" w:rsidRDefault="00664F9B" w:rsidP="0044714F">
      <w:pPr>
        <w:spacing w:line="480" w:lineRule="exact"/>
        <w:ind w:firstLineChars="200" w:firstLine="560"/>
        <w:rPr>
          <w:rFonts w:ascii="Times New Roman" w:eastAsia="標楷體" w:hAnsi="Times New Roman"/>
          <w:sz w:val="28"/>
          <w:szCs w:val="28"/>
        </w:rPr>
      </w:pPr>
      <w:r w:rsidRPr="00013A53">
        <w:rPr>
          <w:rFonts w:ascii="Times New Roman" w:eastAsia="標楷體" w:hAnsi="標楷體" w:hint="eastAsia"/>
          <w:sz w:val="28"/>
          <w:szCs w:val="28"/>
        </w:rPr>
        <w:t>民眾可透過前揭各式宣傳推廣平臺連結藍色公路行銷網站（</w:t>
      </w:r>
      <w:r w:rsidRPr="00013A53">
        <w:rPr>
          <w:rFonts w:ascii="Times New Roman" w:eastAsia="標楷體" w:hAnsi="Times New Roman"/>
          <w:sz w:val="28"/>
          <w:szCs w:val="28"/>
        </w:rPr>
        <w:t>www.riverfun.taipei.gov.tw</w:t>
      </w:r>
      <w:r w:rsidRPr="00013A53">
        <w:rPr>
          <w:rFonts w:ascii="Times New Roman" w:eastAsia="標楷體" w:hAnsi="標楷體" w:hint="eastAsia"/>
          <w:sz w:val="28"/>
          <w:szCs w:val="28"/>
        </w:rPr>
        <w:t>），並於該網站進入各遊程網頁（藍色公路業者窗口），由藍色公路業者接受報名作業。</w:t>
      </w:r>
    </w:p>
    <w:p w:rsidR="00664F9B" w:rsidRPr="00013A53" w:rsidRDefault="00664F9B" w:rsidP="000E1ED0">
      <w:pPr>
        <w:pStyle w:val="ListParagraph"/>
        <w:numPr>
          <w:ilvl w:val="0"/>
          <w:numId w:val="1"/>
        </w:numPr>
        <w:spacing w:line="480" w:lineRule="exact"/>
        <w:ind w:leftChars="0"/>
        <w:rPr>
          <w:rFonts w:ascii="Times New Roman" w:eastAsia="標楷體" w:hAnsi="Times New Roman"/>
          <w:b/>
          <w:sz w:val="28"/>
          <w:szCs w:val="28"/>
        </w:rPr>
      </w:pPr>
      <w:r w:rsidRPr="00013A53">
        <w:rPr>
          <w:rFonts w:ascii="Times New Roman" w:eastAsia="標楷體" w:hAnsi="標楷體" w:hint="eastAsia"/>
          <w:b/>
          <w:sz w:val="28"/>
          <w:szCs w:val="28"/>
        </w:rPr>
        <w:t>預期成果</w:t>
      </w:r>
    </w:p>
    <w:p w:rsidR="00664F9B" w:rsidRPr="00013A53" w:rsidRDefault="00664F9B" w:rsidP="00E738F9">
      <w:pPr>
        <w:pStyle w:val="ListParagraph"/>
        <w:numPr>
          <w:ilvl w:val="0"/>
          <w:numId w:val="27"/>
        </w:numPr>
        <w:spacing w:line="480" w:lineRule="exact"/>
        <w:ind w:leftChars="0" w:left="851" w:rightChars="15" w:right="36"/>
        <w:jc w:val="both"/>
        <w:rPr>
          <w:rFonts w:ascii="Times New Roman" w:eastAsia="標楷體" w:hAnsi="Times New Roman"/>
          <w:sz w:val="28"/>
          <w:szCs w:val="28"/>
        </w:rPr>
      </w:pPr>
      <w:r w:rsidRPr="00013A53">
        <w:rPr>
          <w:rFonts w:ascii="Times New Roman" w:eastAsia="標楷體" w:hAnsi="標楷體" w:hint="eastAsia"/>
          <w:sz w:val="28"/>
          <w:szCs w:val="28"/>
        </w:rPr>
        <w:t>透過藍色公路的遊程結合導覽講師解說，促進搭船遊客認識本市河域環境，達到「在遊程中學習」之寓教於樂效果，預計吸引</w:t>
      </w:r>
      <w:r w:rsidRPr="00013A53">
        <w:rPr>
          <w:rFonts w:ascii="Times New Roman" w:eastAsia="標楷體" w:hAnsi="Times New Roman"/>
          <w:sz w:val="28"/>
          <w:szCs w:val="28"/>
        </w:rPr>
        <w:t>10,000</w:t>
      </w:r>
      <w:r w:rsidRPr="00013A53">
        <w:rPr>
          <w:rFonts w:ascii="Times New Roman" w:eastAsia="標楷體" w:hAnsi="標楷體" w:hint="eastAsia"/>
          <w:sz w:val="28"/>
          <w:szCs w:val="28"/>
        </w:rPr>
        <w:t>名民眾報名參加。</w:t>
      </w:r>
    </w:p>
    <w:p w:rsidR="00664F9B" w:rsidRPr="00013A53" w:rsidRDefault="00664F9B" w:rsidP="00E738F9">
      <w:pPr>
        <w:pStyle w:val="ListParagraph"/>
        <w:numPr>
          <w:ilvl w:val="0"/>
          <w:numId w:val="27"/>
        </w:numPr>
        <w:spacing w:line="480" w:lineRule="exact"/>
        <w:ind w:leftChars="0" w:left="851" w:rightChars="15" w:right="36"/>
        <w:jc w:val="both"/>
        <w:rPr>
          <w:rFonts w:ascii="Times New Roman" w:eastAsia="標楷體" w:hAnsi="Times New Roman"/>
          <w:sz w:val="28"/>
          <w:szCs w:val="28"/>
        </w:rPr>
      </w:pPr>
      <w:r w:rsidRPr="00013A53">
        <w:rPr>
          <w:rFonts w:ascii="Times New Roman" w:eastAsia="標楷體" w:hAnsi="標楷體" w:hint="eastAsia"/>
          <w:sz w:val="28"/>
          <w:szCs w:val="28"/>
        </w:rPr>
        <w:t>藉由專業導覽解說並搭配具吸引力的套裝遊程，可增加本市藍色公路</w:t>
      </w:r>
      <w:r>
        <w:rPr>
          <w:rFonts w:ascii="Times New Roman" w:eastAsia="標楷體" w:hAnsi="標楷體" w:hint="eastAsia"/>
          <w:sz w:val="28"/>
          <w:szCs w:val="28"/>
        </w:rPr>
        <w:t>之附加價值，進而鼓勵更多民眾搭船遊河，呼朋引伴親近本市水域，</w:t>
      </w:r>
      <w:r w:rsidRPr="00013A53">
        <w:rPr>
          <w:rFonts w:ascii="Times New Roman" w:eastAsia="標楷體" w:hAnsi="標楷體" w:hint="eastAsia"/>
          <w:sz w:val="28"/>
          <w:szCs w:val="28"/>
        </w:rPr>
        <w:t>落實本府「活化淡水河」之推廣政策。</w:t>
      </w:r>
      <w:r w:rsidRPr="00013A53">
        <w:rPr>
          <w:rFonts w:ascii="Times New Roman" w:eastAsia="標楷體" w:hAnsi="Times New Roman"/>
          <w:sz w:val="28"/>
          <w:szCs w:val="28"/>
        </w:rPr>
        <w:t xml:space="preserve"> </w:t>
      </w:r>
    </w:p>
    <w:p w:rsidR="00664F9B" w:rsidRPr="00013A53" w:rsidRDefault="00664F9B" w:rsidP="00C712EB">
      <w:pPr>
        <w:widowControl/>
        <w:rPr>
          <w:rFonts w:ascii="Times New Roman" w:eastAsia="標楷體" w:hAnsi="Times New Roman"/>
          <w:sz w:val="28"/>
          <w:szCs w:val="28"/>
        </w:rPr>
      </w:pPr>
    </w:p>
    <w:sectPr w:rsidR="00664F9B" w:rsidRPr="00013A53" w:rsidSect="00A91BD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F9B" w:rsidRDefault="00664F9B" w:rsidP="00EA23E9">
      <w:r>
        <w:separator/>
      </w:r>
    </w:p>
  </w:endnote>
  <w:endnote w:type="continuationSeparator" w:id="0">
    <w:p w:rsidR="00664F9B" w:rsidRDefault="00664F9B" w:rsidP="00EA2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F9B" w:rsidRDefault="00664F9B" w:rsidP="00EA23E9">
      <w:r>
        <w:separator/>
      </w:r>
    </w:p>
  </w:footnote>
  <w:footnote w:type="continuationSeparator" w:id="0">
    <w:p w:rsidR="00664F9B" w:rsidRDefault="00664F9B" w:rsidP="00EA23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F9B" w:rsidRDefault="00664F9B" w:rsidP="00234DC3">
    <w:pPr>
      <w:pStyle w:val="Header"/>
      <w:jc w:val="right"/>
    </w:pPr>
    <w:r w:rsidRPr="00C16BC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圖片 2" o:spid="_x0000_i1026" type="#_x0000_t75" style="width:26.25pt;height:16.5pt;visibility:visible">
          <v:imagedata r:id="rId1" o:title=""/>
        </v:shape>
      </w:pict>
    </w:r>
    <w:r w:rsidRPr="00146F46">
      <w:rPr>
        <w:rFonts w:hint="eastAsia"/>
      </w:rPr>
      <w:t>藍色公路微旅行</w:t>
    </w:r>
    <w:r>
      <w:rPr>
        <w:rFonts w:hint="eastAsia"/>
      </w:rPr>
      <w:t>計畫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60D67"/>
    <w:multiLevelType w:val="hybridMultilevel"/>
    <w:tmpl w:val="C900BCA6"/>
    <w:lvl w:ilvl="0" w:tplc="04090011">
      <w:start w:val="1"/>
      <w:numFmt w:val="upperLetter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0BB148F8"/>
    <w:multiLevelType w:val="hybridMultilevel"/>
    <w:tmpl w:val="4BD23B36"/>
    <w:lvl w:ilvl="0" w:tplc="C8B07D92">
      <w:start w:val="1"/>
      <w:numFmt w:val="decimal"/>
      <w:lvlText w:val="%1."/>
      <w:lvlJc w:val="left"/>
      <w:pPr>
        <w:ind w:left="1385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8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7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25" w:hanging="480"/>
      </w:pPr>
      <w:rPr>
        <w:rFonts w:cs="Times New Roman"/>
      </w:rPr>
    </w:lvl>
  </w:abstractNum>
  <w:abstractNum w:abstractNumId="2">
    <w:nsid w:val="0E1F00B1"/>
    <w:multiLevelType w:val="hybridMultilevel"/>
    <w:tmpl w:val="8430CA1E"/>
    <w:lvl w:ilvl="0" w:tplc="C8B07D92">
      <w:start w:val="1"/>
      <w:numFmt w:val="decimal"/>
      <w:lvlText w:val="%1."/>
      <w:lvlJc w:val="left"/>
      <w:pPr>
        <w:ind w:left="2290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8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7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25" w:hanging="480"/>
      </w:pPr>
      <w:rPr>
        <w:rFonts w:cs="Times New Roman"/>
      </w:rPr>
    </w:lvl>
  </w:abstractNum>
  <w:abstractNum w:abstractNumId="3">
    <w:nsid w:val="15E11057"/>
    <w:multiLevelType w:val="hybridMultilevel"/>
    <w:tmpl w:val="C9B6CFD6"/>
    <w:lvl w:ilvl="0" w:tplc="E1E0E2C4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>
    <w:nsid w:val="18A103A3"/>
    <w:multiLevelType w:val="hybridMultilevel"/>
    <w:tmpl w:val="54940C86"/>
    <w:lvl w:ilvl="0" w:tplc="BD40B88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18CD3436"/>
    <w:multiLevelType w:val="hybridMultilevel"/>
    <w:tmpl w:val="60FC1E94"/>
    <w:lvl w:ilvl="0" w:tplc="5F3849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1BDE472E"/>
    <w:multiLevelType w:val="hybridMultilevel"/>
    <w:tmpl w:val="7B3881B4"/>
    <w:lvl w:ilvl="0" w:tplc="5F3849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>
    <w:nsid w:val="1F5B287E"/>
    <w:multiLevelType w:val="hybridMultilevel"/>
    <w:tmpl w:val="4BD23B36"/>
    <w:lvl w:ilvl="0" w:tplc="C8B07D92">
      <w:start w:val="1"/>
      <w:numFmt w:val="decimal"/>
      <w:lvlText w:val="%1."/>
      <w:lvlJc w:val="left"/>
      <w:pPr>
        <w:ind w:left="1385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8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7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25" w:hanging="480"/>
      </w:pPr>
      <w:rPr>
        <w:rFonts w:cs="Times New Roman"/>
      </w:rPr>
    </w:lvl>
  </w:abstractNum>
  <w:abstractNum w:abstractNumId="8">
    <w:nsid w:val="21D351CC"/>
    <w:multiLevelType w:val="hybridMultilevel"/>
    <w:tmpl w:val="FE941C3C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>
    <w:nsid w:val="263F0B0D"/>
    <w:multiLevelType w:val="hybridMultilevel"/>
    <w:tmpl w:val="1BA281A4"/>
    <w:lvl w:ilvl="0" w:tplc="A1C0BB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">
    <w:nsid w:val="2B743DCA"/>
    <w:multiLevelType w:val="hybridMultilevel"/>
    <w:tmpl w:val="7AFCA7A2"/>
    <w:lvl w:ilvl="0" w:tplc="A1C0BB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">
    <w:nsid w:val="2FF15F71"/>
    <w:multiLevelType w:val="hybridMultilevel"/>
    <w:tmpl w:val="514644A2"/>
    <w:lvl w:ilvl="0" w:tplc="79120624">
      <w:start w:val="1"/>
      <w:numFmt w:val="taiwaneseCountingThousand"/>
      <w:lvlText w:val="(%1)"/>
      <w:lvlJc w:val="left"/>
      <w:pPr>
        <w:ind w:left="1669" w:hanging="48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2149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29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09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589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69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49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029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509" w:hanging="480"/>
      </w:pPr>
      <w:rPr>
        <w:rFonts w:cs="Times New Roman"/>
      </w:rPr>
    </w:lvl>
  </w:abstractNum>
  <w:abstractNum w:abstractNumId="12">
    <w:nsid w:val="32063D51"/>
    <w:multiLevelType w:val="hybridMultilevel"/>
    <w:tmpl w:val="FE941C3C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">
    <w:nsid w:val="34CC3515"/>
    <w:multiLevelType w:val="hybridMultilevel"/>
    <w:tmpl w:val="5E6A8FE6"/>
    <w:lvl w:ilvl="0" w:tplc="D23CCBD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>
    <w:nsid w:val="404B461C"/>
    <w:multiLevelType w:val="hybridMultilevel"/>
    <w:tmpl w:val="3A94B490"/>
    <w:lvl w:ilvl="0" w:tplc="989AD752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>
    <w:nsid w:val="435B2C16"/>
    <w:multiLevelType w:val="hybridMultilevel"/>
    <w:tmpl w:val="0BB68434"/>
    <w:lvl w:ilvl="0" w:tplc="79120624">
      <w:start w:val="1"/>
      <w:numFmt w:val="taiwaneseCountingThousand"/>
      <w:lvlText w:val="(%1)"/>
      <w:lvlJc w:val="left"/>
      <w:pPr>
        <w:ind w:left="104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  <w:rPr>
        <w:rFonts w:cs="Times New Roman"/>
      </w:rPr>
    </w:lvl>
  </w:abstractNum>
  <w:abstractNum w:abstractNumId="16">
    <w:nsid w:val="48506899"/>
    <w:multiLevelType w:val="hybridMultilevel"/>
    <w:tmpl w:val="2FE006A2"/>
    <w:lvl w:ilvl="0" w:tplc="04090011">
      <w:start w:val="1"/>
      <w:numFmt w:val="upperLetter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>
    <w:nsid w:val="4D9876DC"/>
    <w:multiLevelType w:val="hybridMultilevel"/>
    <w:tmpl w:val="7AFCA7A2"/>
    <w:lvl w:ilvl="0" w:tplc="A1C0BB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8">
    <w:nsid w:val="58B01CBE"/>
    <w:multiLevelType w:val="hybridMultilevel"/>
    <w:tmpl w:val="3C6AFEF4"/>
    <w:lvl w:ilvl="0" w:tplc="D13A47C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>
    <w:nsid w:val="5F307F2F"/>
    <w:multiLevelType w:val="hybridMultilevel"/>
    <w:tmpl w:val="7AFCA7A2"/>
    <w:lvl w:ilvl="0" w:tplc="A1C0BB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0">
    <w:nsid w:val="622033D7"/>
    <w:multiLevelType w:val="hybridMultilevel"/>
    <w:tmpl w:val="3B64C500"/>
    <w:lvl w:ilvl="0" w:tplc="A1C0BB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1">
    <w:nsid w:val="636901FA"/>
    <w:multiLevelType w:val="hybridMultilevel"/>
    <w:tmpl w:val="7402D5BA"/>
    <w:lvl w:ilvl="0" w:tplc="C8B07D92">
      <w:start w:val="1"/>
      <w:numFmt w:val="decimal"/>
      <w:lvlText w:val="%1."/>
      <w:lvlJc w:val="left"/>
      <w:pPr>
        <w:ind w:left="1385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8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7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25" w:hanging="480"/>
      </w:pPr>
      <w:rPr>
        <w:rFonts w:cs="Times New Roman"/>
      </w:rPr>
    </w:lvl>
  </w:abstractNum>
  <w:abstractNum w:abstractNumId="22">
    <w:nsid w:val="66B03B20"/>
    <w:multiLevelType w:val="hybridMultilevel"/>
    <w:tmpl w:val="0F5A5C86"/>
    <w:lvl w:ilvl="0" w:tplc="04090011">
      <w:start w:val="1"/>
      <w:numFmt w:val="upperLetter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>
    <w:nsid w:val="66E51D18"/>
    <w:multiLevelType w:val="hybridMultilevel"/>
    <w:tmpl w:val="9E3CE352"/>
    <w:lvl w:ilvl="0" w:tplc="04090011">
      <w:start w:val="1"/>
      <w:numFmt w:val="upperLetter"/>
      <w:lvlText w:val="%1."/>
      <w:lvlJc w:val="left"/>
      <w:pPr>
        <w:ind w:left="96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4">
    <w:nsid w:val="67184C5B"/>
    <w:multiLevelType w:val="hybridMultilevel"/>
    <w:tmpl w:val="3C6AFEF4"/>
    <w:lvl w:ilvl="0" w:tplc="D13A47C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5">
    <w:nsid w:val="693B442F"/>
    <w:multiLevelType w:val="hybridMultilevel"/>
    <w:tmpl w:val="3A94B490"/>
    <w:lvl w:ilvl="0" w:tplc="989AD752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>
    <w:nsid w:val="69C73F10"/>
    <w:multiLevelType w:val="hybridMultilevel"/>
    <w:tmpl w:val="2FE006A2"/>
    <w:lvl w:ilvl="0" w:tplc="04090011">
      <w:start w:val="1"/>
      <w:numFmt w:val="upperLetter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7">
    <w:nsid w:val="6AA5017A"/>
    <w:multiLevelType w:val="hybridMultilevel"/>
    <w:tmpl w:val="7402D5BA"/>
    <w:lvl w:ilvl="0" w:tplc="C8B07D92">
      <w:start w:val="1"/>
      <w:numFmt w:val="decimal"/>
      <w:lvlText w:val="%1."/>
      <w:lvlJc w:val="left"/>
      <w:pPr>
        <w:ind w:left="1385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8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7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25" w:hanging="480"/>
      </w:pPr>
      <w:rPr>
        <w:rFonts w:cs="Times New Roman"/>
      </w:rPr>
    </w:lvl>
  </w:abstractNum>
  <w:abstractNum w:abstractNumId="28">
    <w:nsid w:val="70C15FC0"/>
    <w:multiLevelType w:val="hybridMultilevel"/>
    <w:tmpl w:val="7402D5BA"/>
    <w:lvl w:ilvl="0" w:tplc="C8B07D92">
      <w:start w:val="1"/>
      <w:numFmt w:val="decimal"/>
      <w:lvlText w:val="%1."/>
      <w:lvlJc w:val="left"/>
      <w:pPr>
        <w:ind w:left="1385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8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7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25" w:hanging="480"/>
      </w:pPr>
      <w:rPr>
        <w:rFonts w:cs="Times New Roman"/>
      </w:rPr>
    </w:lvl>
  </w:abstractNum>
  <w:abstractNum w:abstractNumId="29">
    <w:nsid w:val="75F93562"/>
    <w:multiLevelType w:val="hybridMultilevel"/>
    <w:tmpl w:val="4B80F1DE"/>
    <w:lvl w:ilvl="0" w:tplc="C8B07D92">
      <w:start w:val="1"/>
      <w:numFmt w:val="decimal"/>
      <w:lvlText w:val="%1."/>
      <w:lvlJc w:val="left"/>
      <w:pPr>
        <w:ind w:left="1385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8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7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25" w:hanging="480"/>
      </w:pPr>
      <w:rPr>
        <w:rFonts w:cs="Times New Roman"/>
      </w:rPr>
    </w:lvl>
  </w:abstractNum>
  <w:num w:numId="1">
    <w:abstractNumId w:val="4"/>
  </w:num>
  <w:num w:numId="2">
    <w:abstractNumId w:val="27"/>
  </w:num>
  <w:num w:numId="3">
    <w:abstractNumId w:val="11"/>
  </w:num>
  <w:num w:numId="4">
    <w:abstractNumId w:val="15"/>
  </w:num>
  <w:num w:numId="5">
    <w:abstractNumId w:val="21"/>
  </w:num>
  <w:num w:numId="6">
    <w:abstractNumId w:val="22"/>
  </w:num>
  <w:num w:numId="7">
    <w:abstractNumId w:val="26"/>
  </w:num>
  <w:num w:numId="8">
    <w:abstractNumId w:val="6"/>
  </w:num>
  <w:num w:numId="9">
    <w:abstractNumId w:val="13"/>
  </w:num>
  <w:num w:numId="10">
    <w:abstractNumId w:val="3"/>
  </w:num>
  <w:num w:numId="11">
    <w:abstractNumId w:val="14"/>
  </w:num>
  <w:num w:numId="12">
    <w:abstractNumId w:val="24"/>
  </w:num>
  <w:num w:numId="13">
    <w:abstractNumId w:val="17"/>
  </w:num>
  <w:num w:numId="14">
    <w:abstractNumId w:val="10"/>
  </w:num>
  <w:num w:numId="15">
    <w:abstractNumId w:val="18"/>
  </w:num>
  <w:num w:numId="16">
    <w:abstractNumId w:val="19"/>
  </w:num>
  <w:num w:numId="17">
    <w:abstractNumId w:val="20"/>
  </w:num>
  <w:num w:numId="18">
    <w:abstractNumId w:val="9"/>
  </w:num>
  <w:num w:numId="19">
    <w:abstractNumId w:val="5"/>
  </w:num>
  <w:num w:numId="20">
    <w:abstractNumId w:val="25"/>
  </w:num>
  <w:num w:numId="21">
    <w:abstractNumId w:val="12"/>
  </w:num>
  <w:num w:numId="22">
    <w:abstractNumId w:val="8"/>
  </w:num>
  <w:num w:numId="23">
    <w:abstractNumId w:val="7"/>
  </w:num>
  <w:num w:numId="24">
    <w:abstractNumId w:val="1"/>
  </w:num>
  <w:num w:numId="25">
    <w:abstractNumId w:val="2"/>
  </w:num>
  <w:num w:numId="26">
    <w:abstractNumId w:val="29"/>
  </w:num>
  <w:num w:numId="27">
    <w:abstractNumId w:val="28"/>
  </w:num>
  <w:num w:numId="28">
    <w:abstractNumId w:val="23"/>
  </w:num>
  <w:num w:numId="29">
    <w:abstractNumId w:val="0"/>
  </w:num>
  <w:num w:numId="30">
    <w:abstractNumId w:val="16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275A"/>
    <w:rsid w:val="0000605C"/>
    <w:rsid w:val="0001178D"/>
    <w:rsid w:val="00013274"/>
    <w:rsid w:val="000138A8"/>
    <w:rsid w:val="00013A53"/>
    <w:rsid w:val="000149B9"/>
    <w:rsid w:val="00014D9B"/>
    <w:rsid w:val="00016C17"/>
    <w:rsid w:val="00017B51"/>
    <w:rsid w:val="0002502F"/>
    <w:rsid w:val="00025EFB"/>
    <w:rsid w:val="00027FDF"/>
    <w:rsid w:val="000349CD"/>
    <w:rsid w:val="00043511"/>
    <w:rsid w:val="00046FE0"/>
    <w:rsid w:val="00051F08"/>
    <w:rsid w:val="000521F5"/>
    <w:rsid w:val="000617AF"/>
    <w:rsid w:val="00062316"/>
    <w:rsid w:val="0006378D"/>
    <w:rsid w:val="00066659"/>
    <w:rsid w:val="00072928"/>
    <w:rsid w:val="000747A4"/>
    <w:rsid w:val="00086152"/>
    <w:rsid w:val="00093717"/>
    <w:rsid w:val="0009569A"/>
    <w:rsid w:val="00095759"/>
    <w:rsid w:val="00097140"/>
    <w:rsid w:val="000A7B7D"/>
    <w:rsid w:val="000B1FD6"/>
    <w:rsid w:val="000B5B1B"/>
    <w:rsid w:val="000C0F2D"/>
    <w:rsid w:val="000C3127"/>
    <w:rsid w:val="000C427E"/>
    <w:rsid w:val="000D0497"/>
    <w:rsid w:val="000D1B7A"/>
    <w:rsid w:val="000D48F1"/>
    <w:rsid w:val="000D607B"/>
    <w:rsid w:val="000E13D9"/>
    <w:rsid w:val="000E1A15"/>
    <w:rsid w:val="000E1ED0"/>
    <w:rsid w:val="000E7895"/>
    <w:rsid w:val="000F065D"/>
    <w:rsid w:val="001051F8"/>
    <w:rsid w:val="00107541"/>
    <w:rsid w:val="00110833"/>
    <w:rsid w:val="00110F5E"/>
    <w:rsid w:val="00122A85"/>
    <w:rsid w:val="001309E9"/>
    <w:rsid w:val="001327D0"/>
    <w:rsid w:val="00133D7A"/>
    <w:rsid w:val="00140523"/>
    <w:rsid w:val="001443F7"/>
    <w:rsid w:val="00144A37"/>
    <w:rsid w:val="00145C5E"/>
    <w:rsid w:val="00146F46"/>
    <w:rsid w:val="0015156D"/>
    <w:rsid w:val="00153DFC"/>
    <w:rsid w:val="00154090"/>
    <w:rsid w:val="0016047D"/>
    <w:rsid w:val="00161EC2"/>
    <w:rsid w:val="0016334D"/>
    <w:rsid w:val="00166DCF"/>
    <w:rsid w:val="00170442"/>
    <w:rsid w:val="00170BE0"/>
    <w:rsid w:val="00171846"/>
    <w:rsid w:val="00175593"/>
    <w:rsid w:val="00191FCB"/>
    <w:rsid w:val="00197645"/>
    <w:rsid w:val="00197B16"/>
    <w:rsid w:val="001B0ECB"/>
    <w:rsid w:val="001B3428"/>
    <w:rsid w:val="001C075B"/>
    <w:rsid w:val="001C09D8"/>
    <w:rsid w:val="001C2187"/>
    <w:rsid w:val="001D4FEF"/>
    <w:rsid w:val="001E5688"/>
    <w:rsid w:val="001E6FC7"/>
    <w:rsid w:val="001F164B"/>
    <w:rsid w:val="001F209E"/>
    <w:rsid w:val="001F5B07"/>
    <w:rsid w:val="00200B07"/>
    <w:rsid w:val="00202302"/>
    <w:rsid w:val="00205120"/>
    <w:rsid w:val="00205D97"/>
    <w:rsid w:val="002067BE"/>
    <w:rsid w:val="002175E6"/>
    <w:rsid w:val="002220DD"/>
    <w:rsid w:val="00222322"/>
    <w:rsid w:val="00223635"/>
    <w:rsid w:val="0022497C"/>
    <w:rsid w:val="00225995"/>
    <w:rsid w:val="00225A64"/>
    <w:rsid w:val="0023433C"/>
    <w:rsid w:val="00234DC3"/>
    <w:rsid w:val="00235ED5"/>
    <w:rsid w:val="00237DFC"/>
    <w:rsid w:val="00240D85"/>
    <w:rsid w:val="00252B26"/>
    <w:rsid w:val="00254EE5"/>
    <w:rsid w:val="0026085B"/>
    <w:rsid w:val="0026412C"/>
    <w:rsid w:val="002715DC"/>
    <w:rsid w:val="00275FF4"/>
    <w:rsid w:val="00283CDD"/>
    <w:rsid w:val="00284080"/>
    <w:rsid w:val="00285BE1"/>
    <w:rsid w:val="00287D3D"/>
    <w:rsid w:val="00296373"/>
    <w:rsid w:val="002A3D06"/>
    <w:rsid w:val="002A4679"/>
    <w:rsid w:val="002A4DC5"/>
    <w:rsid w:val="002B45CB"/>
    <w:rsid w:val="002B54AF"/>
    <w:rsid w:val="002C0AB6"/>
    <w:rsid w:val="002C0B14"/>
    <w:rsid w:val="002C15A0"/>
    <w:rsid w:val="002C1C65"/>
    <w:rsid w:val="002D3362"/>
    <w:rsid w:val="002D3371"/>
    <w:rsid w:val="002D5392"/>
    <w:rsid w:val="002E0A7E"/>
    <w:rsid w:val="002E0FA8"/>
    <w:rsid w:val="002E6560"/>
    <w:rsid w:val="002F03A3"/>
    <w:rsid w:val="002F4E46"/>
    <w:rsid w:val="00311D2E"/>
    <w:rsid w:val="003126D3"/>
    <w:rsid w:val="00321D37"/>
    <w:rsid w:val="00321E66"/>
    <w:rsid w:val="0032642B"/>
    <w:rsid w:val="003338E8"/>
    <w:rsid w:val="00335DB3"/>
    <w:rsid w:val="00336609"/>
    <w:rsid w:val="00340166"/>
    <w:rsid w:val="00345E2B"/>
    <w:rsid w:val="0034761F"/>
    <w:rsid w:val="00355E80"/>
    <w:rsid w:val="00360742"/>
    <w:rsid w:val="00360A84"/>
    <w:rsid w:val="00366EA3"/>
    <w:rsid w:val="003817D9"/>
    <w:rsid w:val="00381B50"/>
    <w:rsid w:val="0039353E"/>
    <w:rsid w:val="00395F1D"/>
    <w:rsid w:val="003A453A"/>
    <w:rsid w:val="003B4450"/>
    <w:rsid w:val="003B58C7"/>
    <w:rsid w:val="003B6925"/>
    <w:rsid w:val="003C69F8"/>
    <w:rsid w:val="003C7301"/>
    <w:rsid w:val="003D0164"/>
    <w:rsid w:val="003D6C55"/>
    <w:rsid w:val="003E3F2E"/>
    <w:rsid w:val="003E4CF7"/>
    <w:rsid w:val="003E5C69"/>
    <w:rsid w:val="003E771A"/>
    <w:rsid w:val="003F3DC6"/>
    <w:rsid w:val="003F630B"/>
    <w:rsid w:val="00401B23"/>
    <w:rsid w:val="00401DF5"/>
    <w:rsid w:val="00404512"/>
    <w:rsid w:val="0040613B"/>
    <w:rsid w:val="00410744"/>
    <w:rsid w:val="004157F9"/>
    <w:rsid w:val="00425AB7"/>
    <w:rsid w:val="00431BD1"/>
    <w:rsid w:val="004337C4"/>
    <w:rsid w:val="00435C65"/>
    <w:rsid w:val="004431EE"/>
    <w:rsid w:val="00443287"/>
    <w:rsid w:val="0044714F"/>
    <w:rsid w:val="004477A0"/>
    <w:rsid w:val="004519DD"/>
    <w:rsid w:val="00453A86"/>
    <w:rsid w:val="0045493C"/>
    <w:rsid w:val="00457728"/>
    <w:rsid w:val="0046321D"/>
    <w:rsid w:val="0046524F"/>
    <w:rsid w:val="00465348"/>
    <w:rsid w:val="00470BCD"/>
    <w:rsid w:val="00472A31"/>
    <w:rsid w:val="00473141"/>
    <w:rsid w:val="00475F6D"/>
    <w:rsid w:val="00476436"/>
    <w:rsid w:val="004769D5"/>
    <w:rsid w:val="004822C3"/>
    <w:rsid w:val="00483419"/>
    <w:rsid w:val="00486721"/>
    <w:rsid w:val="0049046B"/>
    <w:rsid w:val="00490561"/>
    <w:rsid w:val="004934C1"/>
    <w:rsid w:val="004950AA"/>
    <w:rsid w:val="0049686B"/>
    <w:rsid w:val="004A0065"/>
    <w:rsid w:val="004A16E2"/>
    <w:rsid w:val="004A341E"/>
    <w:rsid w:val="004A3818"/>
    <w:rsid w:val="004A757E"/>
    <w:rsid w:val="004B1194"/>
    <w:rsid w:val="004B27F9"/>
    <w:rsid w:val="004B499E"/>
    <w:rsid w:val="004D4EED"/>
    <w:rsid w:val="004E0988"/>
    <w:rsid w:val="004E108D"/>
    <w:rsid w:val="004E5BBC"/>
    <w:rsid w:val="004E5F6C"/>
    <w:rsid w:val="004E76AD"/>
    <w:rsid w:val="004F5C9F"/>
    <w:rsid w:val="004F5F49"/>
    <w:rsid w:val="005037F1"/>
    <w:rsid w:val="00506C40"/>
    <w:rsid w:val="00510071"/>
    <w:rsid w:val="00525A7A"/>
    <w:rsid w:val="00526534"/>
    <w:rsid w:val="00530428"/>
    <w:rsid w:val="00531398"/>
    <w:rsid w:val="005360E5"/>
    <w:rsid w:val="00536A50"/>
    <w:rsid w:val="0053761C"/>
    <w:rsid w:val="005418AB"/>
    <w:rsid w:val="005422BB"/>
    <w:rsid w:val="005432F1"/>
    <w:rsid w:val="0054485A"/>
    <w:rsid w:val="00546771"/>
    <w:rsid w:val="00547698"/>
    <w:rsid w:val="00551494"/>
    <w:rsid w:val="00556C5D"/>
    <w:rsid w:val="00556F81"/>
    <w:rsid w:val="0056207F"/>
    <w:rsid w:val="005633F5"/>
    <w:rsid w:val="00566C24"/>
    <w:rsid w:val="00574602"/>
    <w:rsid w:val="00581DD5"/>
    <w:rsid w:val="005822D6"/>
    <w:rsid w:val="00582530"/>
    <w:rsid w:val="00583B75"/>
    <w:rsid w:val="0058460E"/>
    <w:rsid w:val="005852BA"/>
    <w:rsid w:val="005860CF"/>
    <w:rsid w:val="00590AD4"/>
    <w:rsid w:val="005951B8"/>
    <w:rsid w:val="005A4136"/>
    <w:rsid w:val="005B4879"/>
    <w:rsid w:val="005B62E9"/>
    <w:rsid w:val="005C43B7"/>
    <w:rsid w:val="005C741E"/>
    <w:rsid w:val="005D0D3C"/>
    <w:rsid w:val="005D4B53"/>
    <w:rsid w:val="005E1B2A"/>
    <w:rsid w:val="005F0CBA"/>
    <w:rsid w:val="005F33E1"/>
    <w:rsid w:val="005F4A99"/>
    <w:rsid w:val="005F6B8A"/>
    <w:rsid w:val="005F6E3F"/>
    <w:rsid w:val="005F7DA7"/>
    <w:rsid w:val="006061BD"/>
    <w:rsid w:val="00612522"/>
    <w:rsid w:val="00622D8B"/>
    <w:rsid w:val="00631AFB"/>
    <w:rsid w:val="006333C1"/>
    <w:rsid w:val="0063355F"/>
    <w:rsid w:val="00633820"/>
    <w:rsid w:val="00637BA5"/>
    <w:rsid w:val="006415AF"/>
    <w:rsid w:val="0064258F"/>
    <w:rsid w:val="006442A4"/>
    <w:rsid w:val="00647426"/>
    <w:rsid w:val="00664F9B"/>
    <w:rsid w:val="00667FB7"/>
    <w:rsid w:val="006741D5"/>
    <w:rsid w:val="00675EF7"/>
    <w:rsid w:val="00677695"/>
    <w:rsid w:val="00682D0F"/>
    <w:rsid w:val="006832FD"/>
    <w:rsid w:val="00684DED"/>
    <w:rsid w:val="006A13A2"/>
    <w:rsid w:val="006A1F49"/>
    <w:rsid w:val="006A2C6B"/>
    <w:rsid w:val="006B333E"/>
    <w:rsid w:val="006B4885"/>
    <w:rsid w:val="006B5974"/>
    <w:rsid w:val="006B5B31"/>
    <w:rsid w:val="006C2202"/>
    <w:rsid w:val="006C3DCF"/>
    <w:rsid w:val="006C5E51"/>
    <w:rsid w:val="006C6FC2"/>
    <w:rsid w:val="006D2657"/>
    <w:rsid w:val="006D355A"/>
    <w:rsid w:val="006D762F"/>
    <w:rsid w:val="006E439B"/>
    <w:rsid w:val="006E72E5"/>
    <w:rsid w:val="006E7AE6"/>
    <w:rsid w:val="006F31B0"/>
    <w:rsid w:val="00700E1C"/>
    <w:rsid w:val="00701366"/>
    <w:rsid w:val="00721A6C"/>
    <w:rsid w:val="00727842"/>
    <w:rsid w:val="007302C6"/>
    <w:rsid w:val="0073633E"/>
    <w:rsid w:val="00736E41"/>
    <w:rsid w:val="0074109D"/>
    <w:rsid w:val="007429D1"/>
    <w:rsid w:val="00751EB6"/>
    <w:rsid w:val="00754F6E"/>
    <w:rsid w:val="00756F29"/>
    <w:rsid w:val="007619C4"/>
    <w:rsid w:val="00763025"/>
    <w:rsid w:val="00764211"/>
    <w:rsid w:val="00770907"/>
    <w:rsid w:val="007765E8"/>
    <w:rsid w:val="00776760"/>
    <w:rsid w:val="007816D3"/>
    <w:rsid w:val="00783AD4"/>
    <w:rsid w:val="007842DB"/>
    <w:rsid w:val="007848DD"/>
    <w:rsid w:val="00791D8A"/>
    <w:rsid w:val="007A4175"/>
    <w:rsid w:val="007B053A"/>
    <w:rsid w:val="007B59A4"/>
    <w:rsid w:val="007C20BD"/>
    <w:rsid w:val="007C3363"/>
    <w:rsid w:val="007C3E86"/>
    <w:rsid w:val="007C525C"/>
    <w:rsid w:val="007C737F"/>
    <w:rsid w:val="007D0CA0"/>
    <w:rsid w:val="007D4801"/>
    <w:rsid w:val="007D6C02"/>
    <w:rsid w:val="007E31F3"/>
    <w:rsid w:val="007F2F0B"/>
    <w:rsid w:val="00802477"/>
    <w:rsid w:val="00803CEE"/>
    <w:rsid w:val="0081429F"/>
    <w:rsid w:val="0082055B"/>
    <w:rsid w:val="00830FC2"/>
    <w:rsid w:val="00843651"/>
    <w:rsid w:val="0084729C"/>
    <w:rsid w:val="008576DA"/>
    <w:rsid w:val="00871725"/>
    <w:rsid w:val="0087307B"/>
    <w:rsid w:val="008772DF"/>
    <w:rsid w:val="00882522"/>
    <w:rsid w:val="008833B4"/>
    <w:rsid w:val="00885AC8"/>
    <w:rsid w:val="00885F56"/>
    <w:rsid w:val="00892C1E"/>
    <w:rsid w:val="00896DCB"/>
    <w:rsid w:val="00897321"/>
    <w:rsid w:val="008A0F11"/>
    <w:rsid w:val="008A0FF5"/>
    <w:rsid w:val="008A54D5"/>
    <w:rsid w:val="008A7570"/>
    <w:rsid w:val="008C1F17"/>
    <w:rsid w:val="008C476D"/>
    <w:rsid w:val="008C54B1"/>
    <w:rsid w:val="008C58D9"/>
    <w:rsid w:val="008D4913"/>
    <w:rsid w:val="008D588A"/>
    <w:rsid w:val="008D6007"/>
    <w:rsid w:val="008E04FD"/>
    <w:rsid w:val="008E28A5"/>
    <w:rsid w:val="008E28B7"/>
    <w:rsid w:val="008E3169"/>
    <w:rsid w:val="008E4655"/>
    <w:rsid w:val="008E60D7"/>
    <w:rsid w:val="008F1B15"/>
    <w:rsid w:val="008F435C"/>
    <w:rsid w:val="008F753E"/>
    <w:rsid w:val="00900A75"/>
    <w:rsid w:val="009062AA"/>
    <w:rsid w:val="00910F28"/>
    <w:rsid w:val="00911305"/>
    <w:rsid w:val="009146FE"/>
    <w:rsid w:val="009174C0"/>
    <w:rsid w:val="009367DC"/>
    <w:rsid w:val="00943E7B"/>
    <w:rsid w:val="00945B9D"/>
    <w:rsid w:val="00946296"/>
    <w:rsid w:val="00953F3E"/>
    <w:rsid w:val="00953F9F"/>
    <w:rsid w:val="009553A0"/>
    <w:rsid w:val="00964D46"/>
    <w:rsid w:val="00966589"/>
    <w:rsid w:val="0097039F"/>
    <w:rsid w:val="00974B6A"/>
    <w:rsid w:val="009774E1"/>
    <w:rsid w:val="00980E9B"/>
    <w:rsid w:val="00992563"/>
    <w:rsid w:val="00992DCF"/>
    <w:rsid w:val="00993DDE"/>
    <w:rsid w:val="00994240"/>
    <w:rsid w:val="00995EB0"/>
    <w:rsid w:val="00995F4E"/>
    <w:rsid w:val="009A1379"/>
    <w:rsid w:val="009A18C9"/>
    <w:rsid w:val="009A5E46"/>
    <w:rsid w:val="009B06EB"/>
    <w:rsid w:val="009B0827"/>
    <w:rsid w:val="009B0F0C"/>
    <w:rsid w:val="009B263E"/>
    <w:rsid w:val="009B552B"/>
    <w:rsid w:val="009B56C2"/>
    <w:rsid w:val="009B727F"/>
    <w:rsid w:val="009B7BE8"/>
    <w:rsid w:val="009C2152"/>
    <w:rsid w:val="009C6907"/>
    <w:rsid w:val="009D10E8"/>
    <w:rsid w:val="009D2C6F"/>
    <w:rsid w:val="009D2C77"/>
    <w:rsid w:val="009D4F57"/>
    <w:rsid w:val="009D50C3"/>
    <w:rsid w:val="009D5428"/>
    <w:rsid w:val="009E1325"/>
    <w:rsid w:val="009E191A"/>
    <w:rsid w:val="009E7FE2"/>
    <w:rsid w:val="009F31C7"/>
    <w:rsid w:val="009F3603"/>
    <w:rsid w:val="009F5591"/>
    <w:rsid w:val="009F599F"/>
    <w:rsid w:val="009F6700"/>
    <w:rsid w:val="00A0136B"/>
    <w:rsid w:val="00A01737"/>
    <w:rsid w:val="00A0584E"/>
    <w:rsid w:val="00A076C2"/>
    <w:rsid w:val="00A11CED"/>
    <w:rsid w:val="00A12252"/>
    <w:rsid w:val="00A127DE"/>
    <w:rsid w:val="00A15910"/>
    <w:rsid w:val="00A173BE"/>
    <w:rsid w:val="00A21275"/>
    <w:rsid w:val="00A3134F"/>
    <w:rsid w:val="00A35A5B"/>
    <w:rsid w:val="00A35E87"/>
    <w:rsid w:val="00A37642"/>
    <w:rsid w:val="00A37CDB"/>
    <w:rsid w:val="00A40553"/>
    <w:rsid w:val="00A410E5"/>
    <w:rsid w:val="00A41615"/>
    <w:rsid w:val="00A42A96"/>
    <w:rsid w:val="00A4711B"/>
    <w:rsid w:val="00A52D38"/>
    <w:rsid w:val="00A531BC"/>
    <w:rsid w:val="00A617D0"/>
    <w:rsid w:val="00A62672"/>
    <w:rsid w:val="00A70A80"/>
    <w:rsid w:val="00A74BC1"/>
    <w:rsid w:val="00A869FB"/>
    <w:rsid w:val="00A87992"/>
    <w:rsid w:val="00A91BD7"/>
    <w:rsid w:val="00A97316"/>
    <w:rsid w:val="00AA19C3"/>
    <w:rsid w:val="00AA6FF9"/>
    <w:rsid w:val="00AB0310"/>
    <w:rsid w:val="00AB3E44"/>
    <w:rsid w:val="00AC3769"/>
    <w:rsid w:val="00AF55C5"/>
    <w:rsid w:val="00B0488C"/>
    <w:rsid w:val="00B05196"/>
    <w:rsid w:val="00B106A2"/>
    <w:rsid w:val="00B15C0B"/>
    <w:rsid w:val="00B15D06"/>
    <w:rsid w:val="00B16F5F"/>
    <w:rsid w:val="00B17DDA"/>
    <w:rsid w:val="00B23EA8"/>
    <w:rsid w:val="00B3314F"/>
    <w:rsid w:val="00B338A1"/>
    <w:rsid w:val="00B376FB"/>
    <w:rsid w:val="00B4026B"/>
    <w:rsid w:val="00B406AE"/>
    <w:rsid w:val="00B4733D"/>
    <w:rsid w:val="00B50862"/>
    <w:rsid w:val="00B51308"/>
    <w:rsid w:val="00B56150"/>
    <w:rsid w:val="00B63F4B"/>
    <w:rsid w:val="00B6676F"/>
    <w:rsid w:val="00B70F18"/>
    <w:rsid w:val="00B730B2"/>
    <w:rsid w:val="00B734DC"/>
    <w:rsid w:val="00B739FB"/>
    <w:rsid w:val="00B7620C"/>
    <w:rsid w:val="00B8275A"/>
    <w:rsid w:val="00B85BA3"/>
    <w:rsid w:val="00B86166"/>
    <w:rsid w:val="00B87965"/>
    <w:rsid w:val="00B90D9C"/>
    <w:rsid w:val="00B94E84"/>
    <w:rsid w:val="00B95408"/>
    <w:rsid w:val="00B96605"/>
    <w:rsid w:val="00BA3753"/>
    <w:rsid w:val="00BB0C07"/>
    <w:rsid w:val="00BB23C9"/>
    <w:rsid w:val="00BB6FDB"/>
    <w:rsid w:val="00BC1D74"/>
    <w:rsid w:val="00BC3F3B"/>
    <w:rsid w:val="00BC5BCD"/>
    <w:rsid w:val="00BD0C77"/>
    <w:rsid w:val="00BD20A8"/>
    <w:rsid w:val="00BD45AA"/>
    <w:rsid w:val="00BE0FF2"/>
    <w:rsid w:val="00BE4FF0"/>
    <w:rsid w:val="00BE722D"/>
    <w:rsid w:val="00BE7683"/>
    <w:rsid w:val="00BF61B4"/>
    <w:rsid w:val="00C11593"/>
    <w:rsid w:val="00C12969"/>
    <w:rsid w:val="00C1388A"/>
    <w:rsid w:val="00C1403E"/>
    <w:rsid w:val="00C16BC4"/>
    <w:rsid w:val="00C20635"/>
    <w:rsid w:val="00C23541"/>
    <w:rsid w:val="00C32CA3"/>
    <w:rsid w:val="00C41592"/>
    <w:rsid w:val="00C41B11"/>
    <w:rsid w:val="00C45C43"/>
    <w:rsid w:val="00C52D3C"/>
    <w:rsid w:val="00C55E8E"/>
    <w:rsid w:val="00C60015"/>
    <w:rsid w:val="00C61931"/>
    <w:rsid w:val="00C630DB"/>
    <w:rsid w:val="00C646F3"/>
    <w:rsid w:val="00C712EB"/>
    <w:rsid w:val="00C75394"/>
    <w:rsid w:val="00C7603E"/>
    <w:rsid w:val="00C76B28"/>
    <w:rsid w:val="00C817B5"/>
    <w:rsid w:val="00C84DD0"/>
    <w:rsid w:val="00C84F2C"/>
    <w:rsid w:val="00C8509C"/>
    <w:rsid w:val="00C90FCE"/>
    <w:rsid w:val="00C942CB"/>
    <w:rsid w:val="00CB084B"/>
    <w:rsid w:val="00CC1B29"/>
    <w:rsid w:val="00CC1CE6"/>
    <w:rsid w:val="00CC5DA0"/>
    <w:rsid w:val="00CC7E6C"/>
    <w:rsid w:val="00CD0F97"/>
    <w:rsid w:val="00CD4AA7"/>
    <w:rsid w:val="00CE18AF"/>
    <w:rsid w:val="00CE1F89"/>
    <w:rsid w:val="00CE458A"/>
    <w:rsid w:val="00CE4D3A"/>
    <w:rsid w:val="00D01B40"/>
    <w:rsid w:val="00D13390"/>
    <w:rsid w:val="00D15484"/>
    <w:rsid w:val="00D1728B"/>
    <w:rsid w:val="00D17551"/>
    <w:rsid w:val="00D31CF7"/>
    <w:rsid w:val="00D33977"/>
    <w:rsid w:val="00D36A3A"/>
    <w:rsid w:val="00D413EB"/>
    <w:rsid w:val="00D45B29"/>
    <w:rsid w:val="00D5632C"/>
    <w:rsid w:val="00D60F61"/>
    <w:rsid w:val="00D708D1"/>
    <w:rsid w:val="00D722E8"/>
    <w:rsid w:val="00D74829"/>
    <w:rsid w:val="00D8569A"/>
    <w:rsid w:val="00D85CA6"/>
    <w:rsid w:val="00D93C23"/>
    <w:rsid w:val="00D93FA0"/>
    <w:rsid w:val="00D94571"/>
    <w:rsid w:val="00D9545A"/>
    <w:rsid w:val="00D9650E"/>
    <w:rsid w:val="00D96B07"/>
    <w:rsid w:val="00DA4EE7"/>
    <w:rsid w:val="00DA75D7"/>
    <w:rsid w:val="00DB3B5F"/>
    <w:rsid w:val="00DC7395"/>
    <w:rsid w:val="00DD203D"/>
    <w:rsid w:val="00DD405F"/>
    <w:rsid w:val="00DE7110"/>
    <w:rsid w:val="00DF25B6"/>
    <w:rsid w:val="00DF6C5A"/>
    <w:rsid w:val="00DF6D32"/>
    <w:rsid w:val="00E00F3D"/>
    <w:rsid w:val="00E078A6"/>
    <w:rsid w:val="00E12A74"/>
    <w:rsid w:val="00E16195"/>
    <w:rsid w:val="00E16357"/>
    <w:rsid w:val="00E226B7"/>
    <w:rsid w:val="00E235AD"/>
    <w:rsid w:val="00E26CC9"/>
    <w:rsid w:val="00E315D9"/>
    <w:rsid w:val="00E31CEF"/>
    <w:rsid w:val="00E327BA"/>
    <w:rsid w:val="00E34F3A"/>
    <w:rsid w:val="00E3549A"/>
    <w:rsid w:val="00E40CF4"/>
    <w:rsid w:val="00E42FE0"/>
    <w:rsid w:val="00E4305F"/>
    <w:rsid w:val="00E44780"/>
    <w:rsid w:val="00E50163"/>
    <w:rsid w:val="00E534D2"/>
    <w:rsid w:val="00E539B0"/>
    <w:rsid w:val="00E57AF1"/>
    <w:rsid w:val="00E70CC6"/>
    <w:rsid w:val="00E738F9"/>
    <w:rsid w:val="00E7432D"/>
    <w:rsid w:val="00E748C6"/>
    <w:rsid w:val="00E757CC"/>
    <w:rsid w:val="00E75F6E"/>
    <w:rsid w:val="00E835EF"/>
    <w:rsid w:val="00E845D7"/>
    <w:rsid w:val="00E84716"/>
    <w:rsid w:val="00E86F99"/>
    <w:rsid w:val="00E877F3"/>
    <w:rsid w:val="00E923E8"/>
    <w:rsid w:val="00E929A3"/>
    <w:rsid w:val="00E93917"/>
    <w:rsid w:val="00E94F93"/>
    <w:rsid w:val="00EA0852"/>
    <w:rsid w:val="00EA0EB2"/>
    <w:rsid w:val="00EA23E9"/>
    <w:rsid w:val="00EA4CEF"/>
    <w:rsid w:val="00EA5A68"/>
    <w:rsid w:val="00EB0A4D"/>
    <w:rsid w:val="00EB5C73"/>
    <w:rsid w:val="00EC1FD0"/>
    <w:rsid w:val="00EC2FAE"/>
    <w:rsid w:val="00EC4E60"/>
    <w:rsid w:val="00ED192C"/>
    <w:rsid w:val="00ED39E6"/>
    <w:rsid w:val="00ED66C4"/>
    <w:rsid w:val="00ED6897"/>
    <w:rsid w:val="00EE0A86"/>
    <w:rsid w:val="00EE0D52"/>
    <w:rsid w:val="00EE209B"/>
    <w:rsid w:val="00EE2962"/>
    <w:rsid w:val="00EE4646"/>
    <w:rsid w:val="00EE480E"/>
    <w:rsid w:val="00EE5559"/>
    <w:rsid w:val="00EF4F7A"/>
    <w:rsid w:val="00EF5032"/>
    <w:rsid w:val="00EF5A50"/>
    <w:rsid w:val="00EF6750"/>
    <w:rsid w:val="00EF73A5"/>
    <w:rsid w:val="00F004B3"/>
    <w:rsid w:val="00F0366A"/>
    <w:rsid w:val="00F05C74"/>
    <w:rsid w:val="00F13B4B"/>
    <w:rsid w:val="00F16024"/>
    <w:rsid w:val="00F16935"/>
    <w:rsid w:val="00F17CB9"/>
    <w:rsid w:val="00F41D68"/>
    <w:rsid w:val="00F44D9B"/>
    <w:rsid w:val="00F50343"/>
    <w:rsid w:val="00F50C1D"/>
    <w:rsid w:val="00F5482F"/>
    <w:rsid w:val="00F738C9"/>
    <w:rsid w:val="00F76099"/>
    <w:rsid w:val="00F83513"/>
    <w:rsid w:val="00F84E91"/>
    <w:rsid w:val="00F90EBB"/>
    <w:rsid w:val="00F923E4"/>
    <w:rsid w:val="00F943E9"/>
    <w:rsid w:val="00F9572B"/>
    <w:rsid w:val="00FA0520"/>
    <w:rsid w:val="00FA1DF5"/>
    <w:rsid w:val="00FA44FA"/>
    <w:rsid w:val="00FA6E9F"/>
    <w:rsid w:val="00FB5A42"/>
    <w:rsid w:val="00FC321D"/>
    <w:rsid w:val="00FC7D13"/>
    <w:rsid w:val="00FD6917"/>
    <w:rsid w:val="00FE08C8"/>
    <w:rsid w:val="00FE4BB5"/>
    <w:rsid w:val="00FE4C0E"/>
    <w:rsid w:val="00FE5129"/>
    <w:rsid w:val="00FE6715"/>
    <w:rsid w:val="00FF2116"/>
    <w:rsid w:val="00FF228F"/>
    <w:rsid w:val="00FF473A"/>
    <w:rsid w:val="00FF546B"/>
    <w:rsid w:val="00FF7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BD7"/>
    <w:pPr>
      <w:widowContro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8275A"/>
    <w:pPr>
      <w:ind w:leftChars="200" w:left="480"/>
    </w:pPr>
  </w:style>
  <w:style w:type="character" w:styleId="CommentReference">
    <w:name w:val="annotation reference"/>
    <w:basedOn w:val="DefaultParagraphFont"/>
    <w:uiPriority w:val="99"/>
    <w:semiHidden/>
    <w:rsid w:val="006333C1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EA23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A23E9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EA23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A23E9"/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EA23E9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16357"/>
    <w:rPr>
      <w:rFonts w:ascii="Cambria" w:hAnsi="Cambr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6357"/>
    <w:rPr>
      <w:rFonts w:ascii="Cambria" w:eastAsia="新細明體" w:hAnsi="Cambria" w:cs="Times New Roman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6D762F"/>
    <w:pPr>
      <w:spacing w:before="120" w:line="400" w:lineRule="exact"/>
      <w:jc w:val="center"/>
    </w:pPr>
    <w:rPr>
      <w:rFonts w:ascii="Times New Roman" w:eastAsia="標楷體" w:hAnsi="Times New Roman"/>
      <w:sz w:val="3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D762F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5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51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51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51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51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51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5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</TotalTime>
  <Pages>5</Pages>
  <Words>319</Words>
  <Characters>1820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USER</cp:lastModifiedBy>
  <cp:revision>32</cp:revision>
  <cp:lastPrinted>2013-12-25T02:20:00Z</cp:lastPrinted>
  <dcterms:created xsi:type="dcterms:W3CDTF">2013-12-24T06:10:00Z</dcterms:created>
  <dcterms:modified xsi:type="dcterms:W3CDTF">2014-02-07T08:55:00Z</dcterms:modified>
</cp:coreProperties>
</file>